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DEAF2" w14:textId="44D7C106" w:rsidR="00D41EA5" w:rsidRDefault="006E6CEE" w:rsidP="001E22EB">
      <w:r>
        <w:rPr>
          <w:noProof/>
          <w:color w:val="0086CB"/>
          <w:lang w:eastAsia="fr-FR"/>
        </w:rPr>
        <mc:AlternateContent>
          <mc:Choice Requires="wps">
            <w:drawing>
              <wp:anchor distT="0" distB="0" distL="114300" distR="114300" simplePos="0" relativeHeight="251661312" behindDoc="0" locked="0" layoutInCell="1" allowOverlap="1" wp14:anchorId="2E1220F9" wp14:editId="73B0DF62">
                <wp:simplePos x="0" y="0"/>
                <wp:positionH relativeFrom="column">
                  <wp:posOffset>2761629</wp:posOffset>
                </wp:positionH>
                <wp:positionV relativeFrom="paragraph">
                  <wp:posOffset>1446052</wp:posOffset>
                </wp:positionV>
                <wp:extent cx="3473450" cy="1425516"/>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3473450" cy="14255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6C9F04" w14:textId="707FA2B2" w:rsidR="004F457F" w:rsidRPr="006E6CEE" w:rsidRDefault="002C5D2B" w:rsidP="00B000B7">
                            <w:pPr>
                              <w:spacing w:after="0" w:line="240" w:lineRule="auto"/>
                              <w:ind w:left="-113"/>
                              <w:rPr>
                                <w:rFonts w:ascii="Aptos" w:hAnsi="Aptos" w:cstheme="minorHAnsi"/>
                                <w:color w:val="000000"/>
                              </w:rPr>
                            </w:pPr>
                            <w:r>
                              <w:rPr>
                                <w:rFonts w:ascii="Aptos" w:hAnsi="Aptos" w:cstheme="minorHAnsi"/>
                                <w:color w:val="000000"/>
                              </w:rPr>
                              <w:t>Monsieur le Vice-Président du Pôle Martinique</w:t>
                            </w:r>
                          </w:p>
                          <w:p w14:paraId="55401EEA" w14:textId="51877CAE" w:rsidR="00B000B7" w:rsidRPr="006E6CEE" w:rsidRDefault="006E6CEE" w:rsidP="00B000B7">
                            <w:pPr>
                              <w:spacing w:after="0" w:line="240" w:lineRule="auto"/>
                              <w:ind w:left="-113"/>
                              <w:rPr>
                                <w:rFonts w:ascii="Aptos" w:hAnsi="Aptos" w:cstheme="minorHAnsi"/>
                                <w:color w:val="000000"/>
                              </w:rPr>
                            </w:pPr>
                            <w:r w:rsidRPr="006E6CEE">
                              <w:rPr>
                                <w:rFonts w:ascii="Aptos" w:hAnsi="Aptos" w:cstheme="minorHAnsi"/>
                                <w:color w:val="000000"/>
                              </w:rPr>
                              <w:t>À</w:t>
                            </w:r>
                          </w:p>
                          <w:p w14:paraId="6FC186BC" w14:textId="25305D67" w:rsidR="00B378DF" w:rsidRPr="006E6CEE" w:rsidRDefault="00B000B7" w:rsidP="006E6CEE">
                            <w:pPr>
                              <w:spacing w:after="0" w:line="240" w:lineRule="auto"/>
                              <w:ind w:left="-113"/>
                              <w:rPr>
                                <w:rFonts w:ascii="Aptos" w:hAnsi="Aptos" w:cstheme="minorHAnsi"/>
                              </w:rPr>
                            </w:pPr>
                            <w:r w:rsidRPr="006E6CEE">
                              <w:rPr>
                                <w:rFonts w:ascii="Aptos" w:hAnsi="Aptos" w:cstheme="minorHAnsi"/>
                                <w:color w:val="000000"/>
                              </w:rPr>
                              <w:t>M</w:t>
                            </w:r>
                            <w:r w:rsidR="006E6CEE" w:rsidRPr="006E6CEE">
                              <w:rPr>
                                <w:rFonts w:ascii="Aptos" w:hAnsi="Aptos" w:cstheme="minorHAnsi"/>
                                <w:color w:val="000000"/>
                              </w:rPr>
                              <w:t>esdames et Messieurs les responsables administratifs des composantes</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1220F9" id="_x0000_t202" coordsize="21600,21600" o:spt="202" path="m,l,21600r21600,l21600,xe">
                <v:stroke joinstyle="miter"/>
                <v:path gradientshapeok="t" o:connecttype="rect"/>
              </v:shapetype>
              <v:shape id="Zone de texte 12" o:spid="_x0000_s1026" type="#_x0000_t202" style="position:absolute;margin-left:217.45pt;margin-top:113.85pt;width:273.5pt;height:11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" filled="f" stroked="f" strokeweight=".5pt">
                <v:textbox inset="2mm,0,2mm,0">
                  <w:txbxContent>
                    <w:p w14:paraId="0D6C9F04" w14:textId="707FA2B2" w:rsidR="004F457F" w:rsidRPr="006E6CEE" w:rsidRDefault="002C5D2B" w:rsidP="00B000B7">
                      <w:pPr>
                        <w:spacing w:after="0" w:line="240" w:lineRule="auto"/>
                        <w:ind w:left="-113"/>
                        <w:rPr>
                          <w:rFonts w:ascii="Aptos" w:hAnsi="Aptos" w:cstheme="minorHAnsi"/>
                          <w:color w:val="000000"/>
                        </w:rPr>
                      </w:pPr>
                      <w:r>
                        <w:rPr>
                          <w:rFonts w:ascii="Aptos" w:hAnsi="Aptos" w:cstheme="minorHAnsi"/>
                          <w:color w:val="000000"/>
                        </w:rPr>
                        <w:t>Monsieur le Vice-Président du Pôle Martinique</w:t>
                      </w:r>
                    </w:p>
                    <w:p w14:paraId="55401EEA" w14:textId="51877CAE" w:rsidR="00B000B7" w:rsidRPr="006E6CEE" w:rsidRDefault="006E6CEE" w:rsidP="00B000B7">
                      <w:pPr>
                        <w:spacing w:after="0" w:line="240" w:lineRule="auto"/>
                        <w:ind w:left="-113"/>
                        <w:rPr>
                          <w:rFonts w:ascii="Aptos" w:hAnsi="Aptos" w:cstheme="minorHAnsi"/>
                          <w:color w:val="000000"/>
                        </w:rPr>
                      </w:pPr>
                      <w:r w:rsidRPr="006E6CEE">
                        <w:rPr>
                          <w:rFonts w:ascii="Aptos" w:hAnsi="Aptos" w:cstheme="minorHAnsi"/>
                          <w:color w:val="000000"/>
                        </w:rPr>
                        <w:t>À</w:t>
                      </w:r>
                    </w:p>
                    <w:p w14:paraId="6FC186BC" w14:textId="25305D67" w:rsidR="00B378DF" w:rsidRPr="006E6CEE" w:rsidRDefault="00B000B7" w:rsidP="006E6CEE">
                      <w:pPr>
                        <w:spacing w:after="0" w:line="240" w:lineRule="auto"/>
                        <w:ind w:left="-113"/>
                        <w:rPr>
                          <w:rFonts w:ascii="Aptos" w:hAnsi="Aptos" w:cstheme="minorHAnsi"/>
                        </w:rPr>
                      </w:pPr>
                      <w:r w:rsidRPr="006E6CEE">
                        <w:rPr>
                          <w:rFonts w:ascii="Aptos" w:hAnsi="Aptos" w:cstheme="minorHAnsi"/>
                          <w:color w:val="000000"/>
                        </w:rPr>
                        <w:t>M</w:t>
                      </w:r>
                      <w:r w:rsidR="006E6CEE" w:rsidRPr="006E6CEE">
                        <w:rPr>
                          <w:rFonts w:ascii="Aptos" w:hAnsi="Aptos" w:cstheme="minorHAnsi"/>
                          <w:color w:val="000000"/>
                        </w:rPr>
                        <w:t>esdames et Messieurs les responsables administratifs des composantes</w:t>
                      </w:r>
                    </w:p>
                  </w:txbxContent>
                </v:textbox>
              </v:shape>
            </w:pict>
          </mc:Fallback>
        </mc:AlternateContent>
      </w:r>
      <w:r w:rsidR="00C51AF0">
        <w:rPr>
          <w:noProof/>
        </w:rPr>
        <w:drawing>
          <wp:inline distT="0" distB="0" distL="0" distR="0" wp14:anchorId="59E35613" wp14:editId="21F758CF">
            <wp:extent cx="1800000" cy="1794944"/>
            <wp:effectExtent l="0" t="0" r="0" b="0"/>
            <wp:docPr id="1919209260"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209260" name="Image 8"/>
                    <pic:cNvPicPr/>
                  </pic:nvPicPr>
                  <pic:blipFill>
                    <a:blip r:embed="rId8">
                      <a:extLst>
                        <a:ext uri="{28A0092B-C50C-407E-A947-70E740481C1C}">
                          <a14:useLocalDpi xmlns:a14="http://schemas.microsoft.com/office/drawing/2010/main" val="0"/>
                        </a:ext>
                      </a:extLst>
                    </a:blip>
                    <a:stretch>
                      <a:fillRect/>
                    </a:stretch>
                  </pic:blipFill>
                  <pic:spPr>
                    <a:xfrm>
                      <a:off x="0" y="0"/>
                      <a:ext cx="1800000" cy="1794944"/>
                    </a:xfrm>
                    <a:prstGeom prst="rect">
                      <a:avLst/>
                    </a:prstGeom>
                  </pic:spPr>
                </pic:pic>
              </a:graphicData>
            </a:graphic>
          </wp:inline>
        </w:drawing>
      </w:r>
    </w:p>
    <w:p w14:paraId="4DFB1231" w14:textId="239A15E5" w:rsidR="009B733C" w:rsidRDefault="006E6CEE" w:rsidP="001E22EB">
      <w:r>
        <w:rPr>
          <w:noProof/>
          <w:color w:val="0086CB"/>
          <w:lang w:eastAsia="fr-FR"/>
        </w:rPr>
        <mc:AlternateContent>
          <mc:Choice Requires="wps">
            <w:drawing>
              <wp:anchor distT="0" distB="0" distL="114300" distR="114300" simplePos="0" relativeHeight="251658239" behindDoc="0" locked="0" layoutInCell="1" allowOverlap="1" wp14:anchorId="0F0B853A" wp14:editId="288657EA">
                <wp:simplePos x="0" y="0"/>
                <wp:positionH relativeFrom="margin">
                  <wp:posOffset>-127000</wp:posOffset>
                </wp:positionH>
                <wp:positionV relativeFrom="paragraph">
                  <wp:posOffset>152400</wp:posOffset>
                </wp:positionV>
                <wp:extent cx="1968500" cy="1561465"/>
                <wp:effectExtent l="0" t="0" r="0" b="635"/>
                <wp:wrapNone/>
                <wp:docPr id="11" name="Zone de texte 11"/>
                <wp:cNvGraphicFramePr/>
                <a:graphic xmlns:a="http://schemas.openxmlformats.org/drawingml/2006/main">
                  <a:graphicData uri="http://schemas.microsoft.com/office/word/2010/wordprocessingShape">
                    <wps:wsp>
                      <wps:cNvSpPr txBox="1"/>
                      <wps:spPr>
                        <a:xfrm>
                          <a:off x="0" y="0"/>
                          <a:ext cx="1968500" cy="1561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6CCCD5" w14:textId="7B5907DC" w:rsidR="004B3817" w:rsidRPr="006E6CEE" w:rsidRDefault="004B3817" w:rsidP="004B3817">
                            <w:pPr>
                              <w:pStyle w:val="Paragraphestandard"/>
                              <w:rPr>
                                <w:rFonts w:ascii="Aptos" w:hAnsi="Aptos" w:cs="Aller"/>
                                <w:b/>
                                <w:bCs/>
                                <w:color w:val="00255D"/>
                                <w:sz w:val="16"/>
                                <w:szCs w:val="16"/>
                                <w:lang w:val="fr-FR"/>
                              </w:rPr>
                            </w:pPr>
                            <w:r w:rsidRPr="006E6CEE">
                              <w:rPr>
                                <w:rFonts w:ascii="Aptos" w:hAnsi="Aptos" w:cs="Aller"/>
                                <w:b/>
                                <w:bCs/>
                                <w:color w:val="00255D"/>
                                <w:sz w:val="16"/>
                                <w:szCs w:val="16"/>
                                <w:lang w:val="fr-FR"/>
                              </w:rPr>
                              <w:t xml:space="preserve">Référence : </w:t>
                            </w:r>
                            <w:r w:rsidRPr="006E6CEE">
                              <w:rPr>
                                <w:rFonts w:ascii="Aptos" w:hAnsi="Aptos" w:cs="Aller"/>
                                <w:b/>
                                <w:bCs/>
                                <w:color w:val="00255D"/>
                                <w:sz w:val="16"/>
                                <w:szCs w:val="16"/>
                                <w:lang w:val="fr-FR"/>
                              </w:rPr>
                              <w:br/>
                            </w:r>
                            <w:r w:rsidRPr="006E6CEE">
                              <w:rPr>
                                <w:rFonts w:ascii="Aptos" w:hAnsi="Aptos" w:cs="Aller"/>
                                <w:color w:val="00255D"/>
                                <w:sz w:val="16"/>
                                <w:szCs w:val="16"/>
                                <w:lang w:val="fr-FR"/>
                              </w:rPr>
                              <w:t>UA/ </w:t>
                            </w:r>
                            <w:r w:rsidR="006E6CEE">
                              <w:rPr>
                                <w:rFonts w:ascii="Aptos" w:hAnsi="Aptos" w:cs="Aller"/>
                                <w:color w:val="00255D"/>
                                <w:sz w:val="16"/>
                                <w:szCs w:val="16"/>
                                <w:lang w:val="fr-FR"/>
                              </w:rPr>
                              <w:t>COMM</w:t>
                            </w:r>
                            <w:r w:rsidRPr="006E6CEE">
                              <w:rPr>
                                <w:rFonts w:ascii="Aptos" w:hAnsi="Aptos" w:cs="Aller"/>
                                <w:color w:val="00255D"/>
                                <w:sz w:val="16"/>
                                <w:szCs w:val="16"/>
                                <w:lang w:val="fr-FR"/>
                              </w:rPr>
                              <w:t>/</w:t>
                            </w:r>
                            <w:r w:rsidR="006E6CEE">
                              <w:rPr>
                                <w:rFonts w:ascii="Aptos" w:hAnsi="Aptos" w:cs="Aller"/>
                                <w:color w:val="00255D"/>
                                <w:sz w:val="16"/>
                                <w:szCs w:val="16"/>
                                <w:lang w:val="fr-FR"/>
                              </w:rPr>
                              <w:t>AM</w:t>
                            </w:r>
                            <w:r w:rsidRPr="006E6CEE">
                              <w:rPr>
                                <w:rFonts w:ascii="Aptos" w:hAnsi="Aptos" w:cs="Aller"/>
                                <w:color w:val="00255D"/>
                                <w:sz w:val="16"/>
                                <w:szCs w:val="16"/>
                                <w:lang w:val="fr-FR"/>
                              </w:rPr>
                              <w:t>/N°202</w:t>
                            </w:r>
                            <w:r w:rsidR="006E6CEE">
                              <w:rPr>
                                <w:rFonts w:ascii="Aptos" w:hAnsi="Aptos" w:cs="Aller"/>
                                <w:color w:val="00255D"/>
                                <w:sz w:val="16"/>
                                <w:szCs w:val="16"/>
                                <w:lang w:val="fr-FR"/>
                              </w:rPr>
                              <w:t>5</w:t>
                            </w:r>
                            <w:r w:rsidRPr="006E6CEE">
                              <w:rPr>
                                <w:rFonts w:ascii="Aptos" w:hAnsi="Aptos" w:cs="Aller"/>
                                <w:color w:val="00255D"/>
                                <w:sz w:val="16"/>
                                <w:szCs w:val="16"/>
                                <w:lang w:val="fr-FR"/>
                              </w:rPr>
                              <w:t>-</w:t>
                            </w:r>
                            <w:r w:rsidR="006E6CEE">
                              <w:rPr>
                                <w:rFonts w:ascii="Aptos" w:hAnsi="Aptos" w:cs="Aller"/>
                                <w:color w:val="00255D"/>
                                <w:sz w:val="16"/>
                                <w:szCs w:val="16"/>
                                <w:lang w:val="fr-FR"/>
                              </w:rPr>
                              <w:t>01</w:t>
                            </w:r>
                          </w:p>
                          <w:p w14:paraId="12FADC93" w14:textId="77777777" w:rsidR="004B3817" w:rsidRPr="006E6CEE" w:rsidRDefault="004B3817" w:rsidP="004B3817">
                            <w:pPr>
                              <w:pStyle w:val="Paragraphestandard"/>
                              <w:rPr>
                                <w:rFonts w:ascii="Aptos" w:hAnsi="Aptos" w:cs="Aller"/>
                                <w:b/>
                                <w:bCs/>
                                <w:color w:val="00255D"/>
                                <w:sz w:val="16"/>
                                <w:szCs w:val="16"/>
                                <w:lang w:val="fr-FR"/>
                              </w:rPr>
                            </w:pPr>
                            <w:r w:rsidRPr="006E6CEE">
                              <w:rPr>
                                <w:rFonts w:ascii="Aptos" w:hAnsi="Aptos" w:cs="Aller"/>
                                <w:b/>
                                <w:bCs/>
                                <w:color w:val="00255D"/>
                                <w:sz w:val="16"/>
                                <w:szCs w:val="16"/>
                                <w:lang w:val="fr-FR"/>
                              </w:rPr>
                              <w:t>Dossier suivi par :</w:t>
                            </w:r>
                          </w:p>
                          <w:p w14:paraId="3CECBB09" w14:textId="65033FCE" w:rsidR="004B3817" w:rsidRPr="006E6CEE" w:rsidRDefault="006E6CEE" w:rsidP="004B3817">
                            <w:pPr>
                              <w:pStyle w:val="Paragraphestandard"/>
                              <w:rPr>
                                <w:rFonts w:ascii="Aptos" w:hAnsi="Aptos" w:cs="Aller"/>
                                <w:color w:val="00255D"/>
                                <w:sz w:val="16"/>
                                <w:szCs w:val="16"/>
                                <w:lang w:val="fr-FR"/>
                              </w:rPr>
                            </w:pPr>
                            <w:r w:rsidRPr="006E6CEE">
                              <w:rPr>
                                <w:rFonts w:ascii="Aptos" w:hAnsi="Aptos" w:cs="Aller"/>
                                <w:color w:val="00255D"/>
                                <w:sz w:val="16"/>
                                <w:szCs w:val="16"/>
                                <w:lang w:val="fr-FR"/>
                              </w:rPr>
                              <w:t>Anne Martinot</w:t>
                            </w:r>
                          </w:p>
                          <w:p w14:paraId="60D0149F" w14:textId="151597FB" w:rsidR="004B3817" w:rsidRPr="006E6CEE" w:rsidRDefault="004B3817" w:rsidP="004B3817">
                            <w:pPr>
                              <w:pStyle w:val="Paragraphestandard"/>
                              <w:rPr>
                                <w:rFonts w:ascii="Aptos" w:hAnsi="Aptos" w:cs="Aller"/>
                                <w:color w:val="00255D"/>
                                <w:sz w:val="16"/>
                                <w:szCs w:val="16"/>
                                <w:lang w:val="fr-FR"/>
                              </w:rPr>
                            </w:pPr>
                            <w:r w:rsidRPr="006E6CEE">
                              <w:rPr>
                                <w:rFonts w:ascii="Aptos" w:hAnsi="Aptos" w:cs="Aller"/>
                                <w:color w:val="00255D"/>
                                <w:sz w:val="16"/>
                                <w:szCs w:val="16"/>
                                <w:lang w:val="fr-FR"/>
                              </w:rPr>
                              <w:t>Tél. 059</w:t>
                            </w:r>
                            <w:r w:rsidR="006E6CEE" w:rsidRPr="006E6CEE">
                              <w:rPr>
                                <w:rFonts w:ascii="Aptos" w:hAnsi="Aptos" w:cs="Aller"/>
                                <w:color w:val="00255D"/>
                                <w:sz w:val="16"/>
                                <w:szCs w:val="16"/>
                                <w:lang w:val="fr-FR"/>
                              </w:rPr>
                              <w:t>6 00 00 00</w:t>
                            </w:r>
                          </w:p>
                          <w:p w14:paraId="29B3F520" w14:textId="4E9A922A" w:rsidR="004B3817" w:rsidRPr="006E6CEE" w:rsidRDefault="006E6CEE" w:rsidP="004B3817">
                            <w:pPr>
                              <w:pStyle w:val="Paragraphestandard"/>
                              <w:rPr>
                                <w:rFonts w:ascii="Aptos" w:hAnsi="Aptos" w:cs="Aller"/>
                                <w:i/>
                                <w:iCs/>
                                <w:color w:val="00255D"/>
                                <w:sz w:val="16"/>
                                <w:szCs w:val="16"/>
                                <w:lang w:val="fr-FR"/>
                              </w:rPr>
                            </w:pPr>
                            <w:r w:rsidRPr="006E6CEE">
                              <w:rPr>
                                <w:rFonts w:ascii="Aptos" w:hAnsi="Aptos" w:cs="Aller"/>
                                <w:i/>
                                <w:iCs/>
                                <w:color w:val="00255D"/>
                                <w:sz w:val="16"/>
                                <w:szCs w:val="16"/>
                                <w:lang w:val="fr-FR"/>
                              </w:rPr>
                              <w:t>anne.martinot</w:t>
                            </w:r>
                            <w:r w:rsidR="004B3817" w:rsidRPr="006E6CEE">
                              <w:rPr>
                                <w:rFonts w:ascii="Aptos" w:hAnsi="Aptos" w:cs="Aller"/>
                                <w:i/>
                                <w:iCs/>
                                <w:color w:val="00255D"/>
                                <w:sz w:val="16"/>
                                <w:szCs w:val="16"/>
                                <w:lang w:val="fr-FR"/>
                              </w:rPr>
                              <w:t>@univ-antilles.fr</w:t>
                            </w:r>
                          </w:p>
                          <w:p w14:paraId="00C7AF0E" w14:textId="530A1C36" w:rsidR="00BC5915" w:rsidRPr="006E6CEE" w:rsidRDefault="00C21A12" w:rsidP="00C21A12">
                            <w:pPr>
                              <w:pStyle w:val="Paragraphestandard"/>
                              <w:rPr>
                                <w:rFonts w:ascii="Aptos" w:hAnsi="Aptos" w:cs="Aller"/>
                                <w:i/>
                                <w:iCs/>
                                <w:color w:val="00255D"/>
                                <w:sz w:val="16"/>
                                <w:szCs w:val="16"/>
                                <w:lang w:val="fr-FR"/>
                              </w:rPr>
                            </w:pPr>
                            <w:r w:rsidRPr="006E6CEE">
                              <w:rPr>
                                <w:rFonts w:ascii="Aptos" w:hAnsi="Aptos" w:cs="Aller"/>
                                <w:i/>
                                <w:iCs/>
                                <w:color w:val="00255D"/>
                                <w:sz w:val="16"/>
                                <w:szCs w:val="16"/>
                                <w:lang w:val="fr-FR"/>
                              </w:rPr>
                              <w:t xml:space="preserve"> </w:t>
                            </w:r>
                          </w:p>
                          <w:p w14:paraId="07935CB8" w14:textId="77777777" w:rsidR="00BC5915" w:rsidRPr="00625D1A" w:rsidRDefault="00BC5915" w:rsidP="009F470F">
                            <w:pPr>
                              <w:pStyle w:val="Paragraphestandard"/>
                              <w:ind w:left="-113" w:right="-170"/>
                              <w:rPr>
                                <w:rFonts w:ascii="Aller" w:hAnsi="Aller" w:cs="Aller"/>
                                <w:b/>
                                <w:bCs/>
                                <w:sz w:val="16"/>
                                <w:szCs w:val="16"/>
                                <w:lang w:val="fr-FR"/>
                              </w:rPr>
                            </w:pPr>
                          </w:p>
                          <w:p w14:paraId="172642F9" w14:textId="6889EAC2" w:rsidR="00BC5915" w:rsidRPr="00C517C2" w:rsidRDefault="00BC5915" w:rsidP="008D30B8">
                            <w:pPr>
                              <w:pStyle w:val="Paragraphestandard"/>
                              <w:ind w:left="-113" w:right="-170"/>
                              <w:rPr>
                                <w:rStyle w:val="Lienhypertexte"/>
                                <w:rFonts w:ascii="Aller" w:hAnsi="Aller" w:cs="Aller"/>
                                <w:i/>
                                <w:iCs/>
                                <w:sz w:val="14"/>
                                <w:szCs w:val="14"/>
                                <w:lang w:val="fr-FR"/>
                              </w:rPr>
                            </w:pPr>
                            <w:r w:rsidRPr="00C517C2">
                              <w:rPr>
                                <w:rFonts w:ascii="Aller" w:hAnsi="Aller" w:cs="Aller"/>
                                <w:i/>
                                <w:iCs/>
                                <w:sz w:val="14"/>
                                <w:szCs w:val="14"/>
                                <w:lang w:val="fr-FR"/>
                              </w:rPr>
                              <w:t xml:space="preserve"> </w:t>
                            </w:r>
                          </w:p>
                        </w:txbxContent>
                      </wps:txbx>
                      <wps:bodyPr rot="0" spcFirstLastPara="0" vertOverflow="overflow" horzOverflow="overflow" vert="horz" wrap="square" lIns="108000" tIns="0" rIns="108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0B853A" id="Zone de texte 11" o:spid="_x0000_s1027" type="#_x0000_t202" style="position:absolute;margin-left:-10pt;margin-top:12pt;width:155pt;height:122.95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" filled="f" stroked="f" strokeweight=".5pt">
                <v:textbox inset="3mm,0,3mm,0">
                  <w:txbxContent>
                    <w:p w14:paraId="326CCCD5" w14:textId="7B5907DC" w:rsidR="004B3817" w:rsidRPr="006E6CEE" w:rsidRDefault="004B3817" w:rsidP="004B3817">
                      <w:pPr>
                        <w:pStyle w:val="Paragraphestandard"/>
                        <w:rPr>
                          <w:rFonts w:ascii="Aptos" w:hAnsi="Aptos" w:cs="Aller"/>
                          <w:b/>
                          <w:bCs/>
                          <w:color w:val="00255D"/>
                          <w:sz w:val="16"/>
                          <w:szCs w:val="16"/>
                          <w:lang w:val="fr-FR"/>
                        </w:rPr>
                      </w:pPr>
                      <w:r w:rsidRPr="006E6CEE">
                        <w:rPr>
                          <w:rFonts w:ascii="Aptos" w:hAnsi="Aptos" w:cs="Aller"/>
                          <w:b/>
                          <w:bCs/>
                          <w:color w:val="00255D"/>
                          <w:sz w:val="16"/>
                          <w:szCs w:val="16"/>
                          <w:lang w:val="fr-FR"/>
                        </w:rPr>
                        <w:t xml:space="preserve">Référence : </w:t>
                      </w:r>
                      <w:r w:rsidRPr="006E6CEE">
                        <w:rPr>
                          <w:rFonts w:ascii="Aptos" w:hAnsi="Aptos" w:cs="Aller"/>
                          <w:b/>
                          <w:bCs/>
                          <w:color w:val="00255D"/>
                          <w:sz w:val="16"/>
                          <w:szCs w:val="16"/>
                          <w:lang w:val="fr-FR"/>
                        </w:rPr>
                        <w:br/>
                      </w:r>
                      <w:r w:rsidRPr="006E6CEE">
                        <w:rPr>
                          <w:rFonts w:ascii="Aptos" w:hAnsi="Aptos" w:cs="Aller"/>
                          <w:color w:val="00255D"/>
                          <w:sz w:val="16"/>
                          <w:szCs w:val="16"/>
                          <w:lang w:val="fr-FR"/>
                        </w:rPr>
                        <w:t>UA/ </w:t>
                      </w:r>
                      <w:r w:rsidR="006E6CEE">
                        <w:rPr>
                          <w:rFonts w:ascii="Aptos" w:hAnsi="Aptos" w:cs="Aller"/>
                          <w:color w:val="00255D"/>
                          <w:sz w:val="16"/>
                          <w:szCs w:val="16"/>
                          <w:lang w:val="fr-FR"/>
                        </w:rPr>
                        <w:t>COMM</w:t>
                      </w:r>
                      <w:r w:rsidRPr="006E6CEE">
                        <w:rPr>
                          <w:rFonts w:ascii="Aptos" w:hAnsi="Aptos" w:cs="Aller"/>
                          <w:color w:val="00255D"/>
                          <w:sz w:val="16"/>
                          <w:szCs w:val="16"/>
                          <w:lang w:val="fr-FR"/>
                        </w:rPr>
                        <w:t>/</w:t>
                      </w:r>
                      <w:r w:rsidR="006E6CEE">
                        <w:rPr>
                          <w:rFonts w:ascii="Aptos" w:hAnsi="Aptos" w:cs="Aller"/>
                          <w:color w:val="00255D"/>
                          <w:sz w:val="16"/>
                          <w:szCs w:val="16"/>
                          <w:lang w:val="fr-FR"/>
                        </w:rPr>
                        <w:t>AM</w:t>
                      </w:r>
                      <w:r w:rsidRPr="006E6CEE">
                        <w:rPr>
                          <w:rFonts w:ascii="Aptos" w:hAnsi="Aptos" w:cs="Aller"/>
                          <w:color w:val="00255D"/>
                          <w:sz w:val="16"/>
                          <w:szCs w:val="16"/>
                          <w:lang w:val="fr-FR"/>
                        </w:rPr>
                        <w:t>/N°202</w:t>
                      </w:r>
                      <w:r w:rsidR="006E6CEE">
                        <w:rPr>
                          <w:rFonts w:ascii="Aptos" w:hAnsi="Aptos" w:cs="Aller"/>
                          <w:color w:val="00255D"/>
                          <w:sz w:val="16"/>
                          <w:szCs w:val="16"/>
                          <w:lang w:val="fr-FR"/>
                        </w:rPr>
                        <w:t>5</w:t>
                      </w:r>
                      <w:r w:rsidRPr="006E6CEE">
                        <w:rPr>
                          <w:rFonts w:ascii="Aptos" w:hAnsi="Aptos" w:cs="Aller"/>
                          <w:color w:val="00255D"/>
                          <w:sz w:val="16"/>
                          <w:szCs w:val="16"/>
                          <w:lang w:val="fr-FR"/>
                        </w:rPr>
                        <w:t>-</w:t>
                      </w:r>
                      <w:r w:rsidR="006E6CEE">
                        <w:rPr>
                          <w:rFonts w:ascii="Aptos" w:hAnsi="Aptos" w:cs="Aller"/>
                          <w:color w:val="00255D"/>
                          <w:sz w:val="16"/>
                          <w:szCs w:val="16"/>
                          <w:lang w:val="fr-FR"/>
                        </w:rPr>
                        <w:t>01</w:t>
                      </w:r>
                    </w:p>
                    <w:p w14:paraId="12FADC93" w14:textId="77777777" w:rsidR="004B3817" w:rsidRPr="006E6CEE" w:rsidRDefault="004B3817" w:rsidP="004B3817">
                      <w:pPr>
                        <w:pStyle w:val="Paragraphestandard"/>
                        <w:rPr>
                          <w:rFonts w:ascii="Aptos" w:hAnsi="Aptos" w:cs="Aller"/>
                          <w:b/>
                          <w:bCs/>
                          <w:color w:val="00255D"/>
                          <w:sz w:val="16"/>
                          <w:szCs w:val="16"/>
                          <w:lang w:val="fr-FR"/>
                        </w:rPr>
                      </w:pPr>
                      <w:r w:rsidRPr="006E6CEE">
                        <w:rPr>
                          <w:rFonts w:ascii="Aptos" w:hAnsi="Aptos" w:cs="Aller"/>
                          <w:b/>
                          <w:bCs/>
                          <w:color w:val="00255D"/>
                          <w:sz w:val="16"/>
                          <w:szCs w:val="16"/>
                          <w:lang w:val="fr-FR"/>
                        </w:rPr>
                        <w:t>Dossier suivi par :</w:t>
                      </w:r>
                    </w:p>
                    <w:p w14:paraId="3CECBB09" w14:textId="65033FCE" w:rsidR="004B3817" w:rsidRPr="006E6CEE" w:rsidRDefault="006E6CEE" w:rsidP="004B3817">
                      <w:pPr>
                        <w:pStyle w:val="Paragraphestandard"/>
                        <w:rPr>
                          <w:rFonts w:ascii="Aptos" w:hAnsi="Aptos" w:cs="Aller"/>
                          <w:color w:val="00255D"/>
                          <w:sz w:val="16"/>
                          <w:szCs w:val="16"/>
                          <w:lang w:val="fr-FR"/>
                        </w:rPr>
                      </w:pPr>
                      <w:r w:rsidRPr="006E6CEE">
                        <w:rPr>
                          <w:rFonts w:ascii="Aptos" w:hAnsi="Aptos" w:cs="Aller"/>
                          <w:color w:val="00255D"/>
                          <w:sz w:val="16"/>
                          <w:szCs w:val="16"/>
                          <w:lang w:val="fr-FR"/>
                        </w:rPr>
                        <w:t>Anne Martinot</w:t>
                      </w:r>
                    </w:p>
                    <w:p w14:paraId="60D0149F" w14:textId="151597FB" w:rsidR="004B3817" w:rsidRPr="006E6CEE" w:rsidRDefault="004B3817" w:rsidP="004B3817">
                      <w:pPr>
                        <w:pStyle w:val="Paragraphestandard"/>
                        <w:rPr>
                          <w:rFonts w:ascii="Aptos" w:hAnsi="Aptos" w:cs="Aller"/>
                          <w:color w:val="00255D"/>
                          <w:sz w:val="16"/>
                          <w:szCs w:val="16"/>
                          <w:lang w:val="fr-FR"/>
                        </w:rPr>
                      </w:pPr>
                      <w:r w:rsidRPr="006E6CEE">
                        <w:rPr>
                          <w:rFonts w:ascii="Aptos" w:hAnsi="Aptos" w:cs="Aller"/>
                          <w:color w:val="00255D"/>
                          <w:sz w:val="16"/>
                          <w:szCs w:val="16"/>
                          <w:lang w:val="fr-FR"/>
                        </w:rPr>
                        <w:t>Tél. 059</w:t>
                      </w:r>
                      <w:r w:rsidR="006E6CEE" w:rsidRPr="006E6CEE">
                        <w:rPr>
                          <w:rFonts w:ascii="Aptos" w:hAnsi="Aptos" w:cs="Aller"/>
                          <w:color w:val="00255D"/>
                          <w:sz w:val="16"/>
                          <w:szCs w:val="16"/>
                          <w:lang w:val="fr-FR"/>
                        </w:rPr>
                        <w:t>6 00 00 00</w:t>
                      </w:r>
                    </w:p>
                    <w:p w14:paraId="29B3F520" w14:textId="4E9A922A" w:rsidR="004B3817" w:rsidRPr="006E6CEE" w:rsidRDefault="006E6CEE" w:rsidP="004B3817">
                      <w:pPr>
                        <w:pStyle w:val="Paragraphestandard"/>
                        <w:rPr>
                          <w:rFonts w:ascii="Aptos" w:hAnsi="Aptos" w:cs="Aller"/>
                          <w:i/>
                          <w:iCs/>
                          <w:color w:val="00255D"/>
                          <w:sz w:val="16"/>
                          <w:szCs w:val="16"/>
                          <w:lang w:val="fr-FR"/>
                        </w:rPr>
                      </w:pPr>
                      <w:r w:rsidRPr="006E6CEE">
                        <w:rPr>
                          <w:rFonts w:ascii="Aptos" w:hAnsi="Aptos" w:cs="Aller"/>
                          <w:i/>
                          <w:iCs/>
                          <w:color w:val="00255D"/>
                          <w:sz w:val="16"/>
                          <w:szCs w:val="16"/>
                          <w:lang w:val="fr-FR"/>
                        </w:rPr>
                        <w:t>anne.martinot</w:t>
                      </w:r>
                      <w:r w:rsidR="004B3817" w:rsidRPr="006E6CEE">
                        <w:rPr>
                          <w:rFonts w:ascii="Aptos" w:hAnsi="Aptos" w:cs="Aller"/>
                          <w:i/>
                          <w:iCs/>
                          <w:color w:val="00255D"/>
                          <w:sz w:val="16"/>
                          <w:szCs w:val="16"/>
                          <w:lang w:val="fr-FR"/>
                        </w:rPr>
                        <w:t>@univ-antilles.fr</w:t>
                      </w:r>
                    </w:p>
                    <w:p w14:paraId="00C7AF0E" w14:textId="530A1C36" w:rsidR="00BC5915" w:rsidRPr="006E6CEE" w:rsidRDefault="00C21A12" w:rsidP="00C21A12">
                      <w:pPr>
                        <w:pStyle w:val="Paragraphestandard"/>
                        <w:rPr>
                          <w:rFonts w:ascii="Aptos" w:hAnsi="Aptos" w:cs="Aller"/>
                          <w:i/>
                          <w:iCs/>
                          <w:color w:val="00255D"/>
                          <w:sz w:val="16"/>
                          <w:szCs w:val="16"/>
                          <w:lang w:val="fr-FR"/>
                        </w:rPr>
                      </w:pPr>
                      <w:r w:rsidRPr="006E6CEE">
                        <w:rPr>
                          <w:rFonts w:ascii="Aptos" w:hAnsi="Aptos" w:cs="Aller"/>
                          <w:i/>
                          <w:iCs/>
                          <w:color w:val="00255D"/>
                          <w:sz w:val="16"/>
                          <w:szCs w:val="16"/>
                          <w:lang w:val="fr-FR"/>
                        </w:rPr>
                        <w:t xml:space="preserve"> </w:t>
                      </w:r>
                    </w:p>
                    <w:p w14:paraId="07935CB8" w14:textId="77777777" w:rsidR="00BC5915" w:rsidRPr="00625D1A" w:rsidRDefault="00BC5915" w:rsidP="009F470F">
                      <w:pPr>
                        <w:pStyle w:val="Paragraphestandard"/>
                        <w:ind w:left="-113" w:right="-170"/>
                        <w:rPr>
                          <w:rFonts w:ascii="Aller" w:hAnsi="Aller" w:cs="Aller"/>
                          <w:b/>
                          <w:bCs/>
                          <w:sz w:val="16"/>
                          <w:szCs w:val="16"/>
                          <w:lang w:val="fr-FR"/>
                        </w:rPr>
                      </w:pPr>
                    </w:p>
                    <w:p w14:paraId="172642F9" w14:textId="6889EAC2" w:rsidR="00BC5915" w:rsidRPr="00C517C2" w:rsidRDefault="00BC5915" w:rsidP="008D30B8">
                      <w:pPr>
                        <w:pStyle w:val="Paragraphestandard"/>
                        <w:ind w:left="-113" w:right="-170"/>
                        <w:rPr>
                          <w:rStyle w:val="Lienhypertexte"/>
                          <w:rFonts w:ascii="Aller" w:hAnsi="Aller" w:cs="Aller"/>
                          <w:i/>
                          <w:iCs/>
                          <w:sz w:val="14"/>
                          <w:szCs w:val="14"/>
                          <w:lang w:val="fr-FR"/>
                        </w:rPr>
                      </w:pPr>
                      <w:r w:rsidRPr="00C517C2">
                        <w:rPr>
                          <w:rFonts w:ascii="Aller" w:hAnsi="Aller" w:cs="Aller"/>
                          <w:i/>
                          <w:iCs/>
                          <w:sz w:val="14"/>
                          <w:szCs w:val="14"/>
                          <w:lang w:val="fr-FR"/>
                        </w:rPr>
                        <w:t xml:space="preserve"> </w:t>
                      </w:r>
                    </w:p>
                  </w:txbxContent>
                </v:textbox>
                <w10:wrap anchorx="margin"/>
              </v:shape>
            </w:pict>
          </mc:Fallback>
        </mc:AlternateContent>
      </w:r>
      <w:r>
        <w:rPr>
          <w:noProof/>
          <w:color w:val="0086CB"/>
          <w:lang w:eastAsia="fr-FR"/>
        </w:rPr>
        <mc:AlternateContent>
          <mc:Choice Requires="wpg">
            <w:drawing>
              <wp:anchor distT="0" distB="0" distL="114300" distR="114300" simplePos="0" relativeHeight="251668480" behindDoc="0" locked="0" layoutInCell="1" allowOverlap="1" wp14:anchorId="57DF4B87" wp14:editId="31D6AF01">
                <wp:simplePos x="0" y="0"/>
                <wp:positionH relativeFrom="column">
                  <wp:posOffset>1762760</wp:posOffset>
                </wp:positionH>
                <wp:positionV relativeFrom="paragraph">
                  <wp:posOffset>136525</wp:posOffset>
                </wp:positionV>
                <wp:extent cx="107950" cy="1255395"/>
                <wp:effectExtent l="0" t="0" r="6350" b="14605"/>
                <wp:wrapNone/>
                <wp:docPr id="9" name="Groupe 9"/>
                <wp:cNvGraphicFramePr/>
                <a:graphic xmlns:a="http://schemas.openxmlformats.org/drawingml/2006/main">
                  <a:graphicData uri="http://schemas.microsoft.com/office/word/2010/wordprocessingGroup">
                    <wpg:wgp>
                      <wpg:cNvGrpSpPr/>
                      <wpg:grpSpPr>
                        <a:xfrm>
                          <a:off x="0" y="0"/>
                          <a:ext cx="107950" cy="1255395"/>
                          <a:chOff x="7620" y="0"/>
                          <a:chExt cx="107950" cy="1255395"/>
                        </a:xfrm>
                      </wpg:grpSpPr>
                      <wps:wsp>
                        <wps:cNvPr id="4" name="Connecteur droit 4"/>
                        <wps:cNvCnPr/>
                        <wps:spPr>
                          <a:xfrm>
                            <a:off x="57150" y="0"/>
                            <a:ext cx="0" cy="1255395"/>
                          </a:xfrm>
                          <a:prstGeom prst="line">
                            <a:avLst/>
                          </a:prstGeom>
                          <a:ln w="19050">
                            <a:solidFill>
                              <a:srgbClr val="0086CB"/>
                            </a:solidFill>
                          </a:ln>
                        </wps:spPr>
                        <wps:style>
                          <a:lnRef idx="1">
                            <a:schemeClr val="accent1"/>
                          </a:lnRef>
                          <a:fillRef idx="0">
                            <a:schemeClr val="accent1"/>
                          </a:fillRef>
                          <a:effectRef idx="0">
                            <a:schemeClr val="accent1"/>
                          </a:effectRef>
                          <a:fontRef idx="minor">
                            <a:schemeClr val="tx1"/>
                          </a:fontRef>
                        </wps:style>
                        <wps:bodyPr/>
                      </wps:wsp>
                      <wps:wsp>
                        <wps:cNvPr id="6" name="Ellipse 6"/>
                        <wps:cNvSpPr/>
                        <wps:spPr>
                          <a:xfrm>
                            <a:off x="7620" y="371475"/>
                            <a:ext cx="107950" cy="107950"/>
                          </a:xfrm>
                          <a:prstGeom prst="ellipse">
                            <a:avLst/>
                          </a:prstGeom>
                          <a:solidFill>
                            <a:srgbClr val="0086C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84E9FDE" id="Groupe 9" o:spid="_x0000_s1026" style="position:absolute;margin-left:138.8pt;margin-top:10.75pt;width:8.5pt;height:98.85pt;z-index:251668480" coordorigin="76" coordsize="1079,12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">
                <v:line id="Connecteur droit 4" o:spid="_x0000_s1027" style="position:absolute;visibility:visible;mso-wrap-style:square" from="571,0" to="571,125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" strokecolor="#0086cb" strokeweight="1.5pt"/>
                <v:oval id="Ellipse 6" o:spid="_x0000_s1028" style="position:absolute;left:76;top:3714;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" fillcolor="#0086cb" stroked="f" strokeweight="2pt"/>
              </v:group>
            </w:pict>
          </mc:Fallback>
        </mc:AlternateContent>
      </w:r>
    </w:p>
    <w:p w14:paraId="33F5B832" w14:textId="65006EA4" w:rsidR="009B733C" w:rsidRPr="009B733C" w:rsidRDefault="006E6CEE" w:rsidP="009B733C">
      <w:r>
        <w:rPr>
          <w:noProof/>
          <w:lang w:eastAsia="fr-FR"/>
        </w:rPr>
        <mc:AlternateContent>
          <mc:Choice Requires="wps">
            <w:drawing>
              <wp:anchor distT="0" distB="0" distL="114300" distR="114300" simplePos="0" relativeHeight="251664384" behindDoc="0" locked="0" layoutInCell="1" allowOverlap="1" wp14:anchorId="2F14FD2B" wp14:editId="06221F65">
                <wp:simplePos x="0" y="0"/>
                <wp:positionH relativeFrom="column">
                  <wp:posOffset>2777066</wp:posOffset>
                </wp:positionH>
                <wp:positionV relativeFrom="paragraph">
                  <wp:posOffset>199813</wp:posOffset>
                </wp:positionV>
                <wp:extent cx="2699173" cy="195423"/>
                <wp:effectExtent l="0" t="0" r="0" b="8255"/>
                <wp:wrapNone/>
                <wp:docPr id="3" name="Zone de texte 3"/>
                <wp:cNvGraphicFramePr/>
                <a:graphic xmlns:a="http://schemas.openxmlformats.org/drawingml/2006/main">
                  <a:graphicData uri="http://schemas.microsoft.com/office/word/2010/wordprocessingShape">
                    <wps:wsp>
                      <wps:cNvSpPr txBox="1"/>
                      <wps:spPr>
                        <a:xfrm>
                          <a:off x="0" y="0"/>
                          <a:ext cx="2699173" cy="19542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5A81F4" w14:textId="0BDE57FB" w:rsidR="00BC5915" w:rsidRPr="00C51AF0" w:rsidRDefault="006E6CEE" w:rsidP="00CD4A74">
                            <w:pPr>
                              <w:autoSpaceDE w:val="0"/>
                              <w:autoSpaceDN w:val="0"/>
                              <w:adjustRightInd w:val="0"/>
                              <w:spacing w:after="57" w:line="288" w:lineRule="auto"/>
                              <w:ind w:left="-113" w:right="-113"/>
                              <w:jc w:val="both"/>
                              <w:textAlignment w:val="center"/>
                              <w:rPr>
                                <w:rFonts w:cstheme="minorHAnsi"/>
                                <w:color w:val="000000"/>
                              </w:rPr>
                            </w:pPr>
                            <w:r>
                              <w:rPr>
                                <w:rFonts w:cstheme="minorHAnsi"/>
                                <w:color w:val="000000"/>
                              </w:rPr>
                              <w:t xml:space="preserve">Lieu, date </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4FD2B" id="Zone de texte 3" o:spid="_x0000_s1028" type="#_x0000_t202" style="position:absolute;margin-left:218.65pt;margin-top:15.75pt;width:212.55pt;height:1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" filled="f" stroked="f" strokeweight=".5pt">
                <v:textbox inset="2mm,0,2mm,0">
                  <w:txbxContent>
                    <w:p w14:paraId="225A81F4" w14:textId="0BDE57FB" w:rsidR="00BC5915" w:rsidRPr="00C51AF0" w:rsidRDefault="006E6CEE" w:rsidP="00CD4A74">
                      <w:pPr>
                        <w:autoSpaceDE w:val="0"/>
                        <w:autoSpaceDN w:val="0"/>
                        <w:adjustRightInd w:val="0"/>
                        <w:spacing w:after="57" w:line="288" w:lineRule="auto"/>
                        <w:ind w:left="-113" w:right="-113"/>
                        <w:jc w:val="both"/>
                        <w:textAlignment w:val="center"/>
                        <w:rPr>
                          <w:rFonts w:cstheme="minorHAnsi"/>
                          <w:color w:val="000000"/>
                        </w:rPr>
                      </w:pPr>
                      <w:r>
                        <w:rPr>
                          <w:rFonts w:cstheme="minorHAnsi"/>
                          <w:color w:val="000000"/>
                        </w:rPr>
                        <w:t xml:space="preserve">Lieu, date </w:t>
                      </w:r>
                    </w:p>
                  </w:txbxContent>
                </v:textbox>
              </v:shape>
            </w:pict>
          </mc:Fallback>
        </mc:AlternateContent>
      </w:r>
    </w:p>
    <w:p w14:paraId="74A81A32" w14:textId="5889BE52" w:rsidR="009B733C" w:rsidRPr="009B733C" w:rsidRDefault="009B733C" w:rsidP="009B733C"/>
    <w:p w14:paraId="15079C8E" w14:textId="08ACB74B" w:rsidR="009B733C" w:rsidRPr="009B733C" w:rsidRDefault="009B733C" w:rsidP="00257C27">
      <w:pPr>
        <w:ind w:left="8504"/>
      </w:pPr>
    </w:p>
    <w:p w14:paraId="600DA88F" w14:textId="077C0425" w:rsidR="00B71B11" w:rsidRDefault="00B71B11" w:rsidP="00B71B11">
      <w:pPr>
        <w:spacing w:after="0" w:line="240" w:lineRule="auto"/>
        <w:ind w:left="2268"/>
        <w:jc w:val="both"/>
        <w:outlineLvl w:val="0"/>
      </w:pPr>
    </w:p>
    <w:p w14:paraId="6A5D7180" w14:textId="77777777" w:rsidR="006E6CEE" w:rsidRDefault="006E6CEE" w:rsidP="00B378DF">
      <w:pPr>
        <w:tabs>
          <w:tab w:val="left" w:pos="5245"/>
        </w:tabs>
        <w:spacing w:after="0" w:line="240" w:lineRule="auto"/>
        <w:outlineLvl w:val="0"/>
        <w:rPr>
          <w:b/>
          <w:bCs/>
        </w:rPr>
      </w:pPr>
    </w:p>
    <w:p w14:paraId="0B409C86" w14:textId="77777777" w:rsidR="006E6CEE" w:rsidRDefault="006E6CEE" w:rsidP="00B378DF">
      <w:pPr>
        <w:tabs>
          <w:tab w:val="left" w:pos="5245"/>
        </w:tabs>
        <w:spacing w:after="0" w:line="240" w:lineRule="auto"/>
        <w:outlineLvl w:val="0"/>
        <w:rPr>
          <w:b/>
          <w:bCs/>
        </w:rPr>
      </w:pPr>
    </w:p>
    <w:p w14:paraId="40BD1243" w14:textId="77777777" w:rsidR="006E6CEE" w:rsidRPr="00257C27" w:rsidRDefault="006E6CEE" w:rsidP="00B378DF">
      <w:pPr>
        <w:tabs>
          <w:tab w:val="left" w:pos="5245"/>
        </w:tabs>
        <w:spacing w:after="0" w:line="240" w:lineRule="auto"/>
        <w:outlineLvl w:val="0"/>
        <w:rPr>
          <w:rFonts w:ascii="Aptos" w:hAnsi="Aptos"/>
        </w:rPr>
      </w:pPr>
    </w:p>
    <w:p w14:paraId="0C55952F" w14:textId="03AF7795" w:rsidR="00B378DF" w:rsidRPr="00077A28" w:rsidRDefault="006E6CEE" w:rsidP="00B378DF">
      <w:pPr>
        <w:tabs>
          <w:tab w:val="left" w:pos="5245"/>
        </w:tabs>
        <w:spacing w:after="0" w:line="240" w:lineRule="auto"/>
        <w:outlineLvl w:val="0"/>
        <w:rPr>
          <w:rFonts w:ascii="Aptos" w:hAnsi="Aptos"/>
          <w:lang w:val="pt-PT"/>
        </w:rPr>
      </w:pPr>
      <w:r w:rsidRPr="00077A28">
        <w:rPr>
          <w:rFonts w:ascii="Aptos" w:hAnsi="Aptos"/>
          <w:lang w:val="pt-PT"/>
        </w:rPr>
        <w:t xml:space="preserve">                                </w:t>
      </w:r>
      <w:r w:rsidR="00B378DF" w:rsidRPr="00077A28">
        <w:rPr>
          <w:rFonts w:ascii="Aptos" w:hAnsi="Aptos"/>
          <w:lang w:val="pt-PT"/>
        </w:rPr>
        <w:t xml:space="preserve">Objet : </w:t>
      </w:r>
      <w:r w:rsidR="00C51AF0" w:rsidRPr="00077A28">
        <w:rPr>
          <w:rFonts w:ascii="Aptos" w:hAnsi="Aptos"/>
          <w:lang w:val="pt-PT"/>
        </w:rPr>
        <w:t xml:space="preserve"> </w:t>
      </w:r>
    </w:p>
    <w:p w14:paraId="2EBC408C" w14:textId="77777777" w:rsidR="00B378DF" w:rsidRPr="00077A28" w:rsidRDefault="00B378DF" w:rsidP="00B378DF">
      <w:pPr>
        <w:tabs>
          <w:tab w:val="left" w:pos="5245"/>
        </w:tabs>
        <w:spacing w:after="0" w:line="240" w:lineRule="auto"/>
        <w:jc w:val="both"/>
        <w:outlineLvl w:val="0"/>
        <w:rPr>
          <w:rFonts w:ascii="Aptos" w:hAnsi="Aptos"/>
          <w:lang w:val="pt-PT"/>
        </w:rPr>
      </w:pPr>
    </w:p>
    <w:p w14:paraId="070510BB" w14:textId="03657C64" w:rsidR="00B378DF" w:rsidRPr="00077A28" w:rsidRDefault="006E6CEE" w:rsidP="00257C27">
      <w:pPr>
        <w:tabs>
          <w:tab w:val="left" w:pos="5245"/>
        </w:tabs>
        <w:spacing w:after="0" w:line="240" w:lineRule="auto"/>
        <w:ind w:left="567" w:hanging="567"/>
        <w:jc w:val="both"/>
        <w:outlineLvl w:val="0"/>
        <w:rPr>
          <w:rFonts w:ascii="Aptos" w:hAnsi="Aptos"/>
          <w:lang w:val="pt-PT"/>
        </w:rPr>
      </w:pPr>
      <w:r w:rsidRPr="00077A28">
        <w:rPr>
          <w:rFonts w:ascii="Aptos" w:hAnsi="Aptos"/>
          <w:lang w:val="pt-PT"/>
        </w:rPr>
        <w:t xml:space="preserve">           </w:t>
      </w:r>
      <w:r w:rsidR="00257C27" w:rsidRPr="00077A28">
        <w:rPr>
          <w:rFonts w:ascii="Aptos" w:hAnsi="Aptos"/>
          <w:lang w:val="pt-PT"/>
        </w:rPr>
        <w:t xml:space="preserve">   </w:t>
      </w:r>
      <w:r w:rsidR="00B378DF" w:rsidRPr="00077A28">
        <w:rPr>
          <w:rFonts w:ascii="Aptos" w:hAnsi="Aptos"/>
          <w:lang w:val="pt-PT"/>
        </w:rPr>
        <w:t>Monsieur</w:t>
      </w:r>
      <w:r w:rsidR="00C51AF0" w:rsidRPr="00077A28">
        <w:rPr>
          <w:rFonts w:ascii="Aptos" w:hAnsi="Aptos"/>
          <w:lang w:val="pt-PT"/>
        </w:rPr>
        <w:t xml:space="preserve"> </w:t>
      </w:r>
    </w:p>
    <w:p w14:paraId="685F8F8D" w14:textId="77777777" w:rsidR="00B378DF" w:rsidRPr="00077A28" w:rsidRDefault="00B378DF" w:rsidP="00B378DF">
      <w:pPr>
        <w:tabs>
          <w:tab w:val="left" w:pos="5245"/>
        </w:tabs>
        <w:spacing w:after="0" w:line="240" w:lineRule="auto"/>
        <w:jc w:val="both"/>
        <w:outlineLvl w:val="0"/>
        <w:rPr>
          <w:rFonts w:ascii="Aptos" w:hAnsi="Aptos"/>
          <w:lang w:val="pt-PT"/>
        </w:rPr>
      </w:pPr>
    </w:p>
    <w:p w14:paraId="62B7CFE0" w14:textId="0DD70B9C" w:rsidR="003958E0" w:rsidRPr="00077A28" w:rsidRDefault="006E6CEE" w:rsidP="00257C27">
      <w:pPr>
        <w:tabs>
          <w:tab w:val="left" w:pos="5245"/>
        </w:tabs>
        <w:spacing w:after="0" w:line="240" w:lineRule="auto"/>
        <w:ind w:left="567" w:hanging="567"/>
        <w:jc w:val="both"/>
        <w:outlineLvl w:val="0"/>
        <w:rPr>
          <w:rFonts w:ascii="Aptos" w:hAnsi="Aptos"/>
          <w:lang w:val="pt-PT"/>
        </w:rPr>
      </w:pPr>
      <w:r w:rsidRPr="00077A28">
        <w:rPr>
          <w:rStyle w:val="oypena"/>
          <w:rFonts w:ascii="Aptos" w:hAnsi="Aptos"/>
          <w:color w:val="000000"/>
          <w:lang w:val="pt-PT"/>
        </w:rPr>
        <w:t xml:space="preserve">            </w:t>
      </w:r>
      <w:r w:rsidR="00257C27" w:rsidRPr="00077A28">
        <w:rPr>
          <w:rStyle w:val="oypena"/>
          <w:rFonts w:ascii="Aptos" w:hAnsi="Aptos"/>
          <w:color w:val="000000"/>
          <w:lang w:val="pt-PT"/>
        </w:rPr>
        <w:t xml:space="preserve"> </w:t>
      </w:r>
      <w:r w:rsidRPr="00077A28">
        <w:rPr>
          <w:rStyle w:val="oypena"/>
          <w:rFonts w:ascii="Aptos" w:hAnsi="Aptos"/>
          <w:color w:val="000000"/>
          <w:lang w:val="pt-PT"/>
        </w:rPr>
        <w:t>Ximusa sullege robseneque conduct eridem nostem autes se macciena, Cata,     movignata, crebatorunum is dit. Si caela rem hos bonsulari pori pratam in vividefes essulto renihin- tem quastrica; noxima, Catum. Actus, fuid rementium die adhui facta med a rehebatan- tum aucturs rem des vitem tum ium mo non</w:t>
      </w:r>
      <w:r w:rsidRPr="00257C27">
        <w:rPr>
          <w:rStyle w:val="oypena"/>
          <w:rFonts w:ascii="Aptos" w:hAnsi="Aptos"/>
          <w:color w:val="000000"/>
        </w:rPr>
        <w:t>ﬁ</w:t>
      </w:r>
      <w:r w:rsidRPr="00077A28">
        <w:rPr>
          <w:rStyle w:val="oypena"/>
          <w:rFonts w:ascii="Aptos" w:hAnsi="Aptos"/>
          <w:color w:val="000000"/>
          <w:lang w:val="pt-PT"/>
        </w:rPr>
        <w:t xml:space="preserve">rmihi, cae atis, tia intiam modiu escivatil ta inature fecute a dum ium la rehenatempro is et re me depse contrum sendam eticast uidena, susquam ret vis intereb eribut pris cuperi strorat iae morum obus ad conscie natudem. Ima, quod intim orurem </w:t>
      </w:r>
      <w:r w:rsidRPr="00257C27">
        <w:rPr>
          <w:rStyle w:val="oypena"/>
          <w:rFonts w:ascii="Aptos" w:hAnsi="Aptos"/>
          <w:color w:val="000000"/>
        </w:rPr>
        <w:t>ﬁ</w:t>
      </w:r>
      <w:r w:rsidRPr="00077A28">
        <w:rPr>
          <w:rStyle w:val="oypena"/>
          <w:rFonts w:ascii="Aptos" w:hAnsi="Aptos"/>
          <w:color w:val="000000"/>
          <w:lang w:val="pt-PT"/>
        </w:rPr>
        <w:t>t vid furbitus coere etimovi licio, unu vium hin se facta rebus consule gilis; Cas et C. Ludam, aturbitim acidetora, Cast gra caes tempopu bliquam</w:t>
      </w:r>
    </w:p>
    <w:p w14:paraId="32054401" w14:textId="77777777" w:rsidR="00B378DF" w:rsidRPr="00077A28" w:rsidRDefault="00B378DF" w:rsidP="00B378DF">
      <w:pPr>
        <w:tabs>
          <w:tab w:val="left" w:pos="5245"/>
        </w:tabs>
        <w:spacing w:after="0" w:line="240" w:lineRule="auto"/>
        <w:jc w:val="both"/>
        <w:outlineLvl w:val="0"/>
        <w:rPr>
          <w:rFonts w:ascii="Aptos" w:hAnsi="Aptos"/>
          <w:lang w:val="pt-PT"/>
        </w:rPr>
      </w:pPr>
    </w:p>
    <w:p w14:paraId="1801B1F6" w14:textId="216854FD" w:rsidR="00B378DF" w:rsidRPr="00257C27" w:rsidRDefault="006E6CEE" w:rsidP="00B378DF">
      <w:pPr>
        <w:tabs>
          <w:tab w:val="left" w:pos="5245"/>
        </w:tabs>
        <w:spacing w:after="0" w:line="240" w:lineRule="auto"/>
        <w:jc w:val="both"/>
        <w:outlineLvl w:val="0"/>
        <w:rPr>
          <w:rFonts w:ascii="Aptos" w:hAnsi="Aptos"/>
        </w:rPr>
      </w:pPr>
      <w:r w:rsidRPr="00077A28">
        <w:rPr>
          <w:rFonts w:ascii="Aptos" w:hAnsi="Aptos"/>
          <w:lang w:val="pt-PT"/>
        </w:rPr>
        <w:t xml:space="preserve">         </w:t>
      </w:r>
      <w:r w:rsidR="00257C27" w:rsidRPr="00077A28">
        <w:rPr>
          <w:rFonts w:ascii="Aptos" w:hAnsi="Aptos"/>
          <w:lang w:val="pt-PT"/>
        </w:rPr>
        <w:t xml:space="preserve"> </w:t>
      </w:r>
      <w:r w:rsidRPr="00077A28">
        <w:rPr>
          <w:rFonts w:ascii="Aptos" w:hAnsi="Aptos"/>
          <w:lang w:val="pt-PT"/>
        </w:rPr>
        <w:t xml:space="preserve">  </w:t>
      </w:r>
      <w:r w:rsidR="00B378DF" w:rsidRPr="00257C27">
        <w:rPr>
          <w:rFonts w:ascii="Aptos" w:hAnsi="Aptos"/>
        </w:rPr>
        <w:t xml:space="preserve">Je vous prie d’agréer, </w:t>
      </w:r>
      <w:r w:rsidR="00C51AF0" w:rsidRPr="00257C27">
        <w:rPr>
          <w:rFonts w:ascii="Aptos" w:hAnsi="Aptos"/>
        </w:rPr>
        <w:t>…</w:t>
      </w:r>
      <w:r w:rsidR="00B378DF" w:rsidRPr="00257C27">
        <w:rPr>
          <w:rFonts w:ascii="Aptos" w:hAnsi="Aptos"/>
        </w:rPr>
        <w:t xml:space="preserve">, l’expression de mes salutations distinguées. </w:t>
      </w:r>
    </w:p>
    <w:p w14:paraId="012BF753" w14:textId="77777777" w:rsidR="004A0E05" w:rsidRPr="00257C27" w:rsidRDefault="004A0E05" w:rsidP="00A83593">
      <w:pPr>
        <w:tabs>
          <w:tab w:val="left" w:pos="5245"/>
        </w:tabs>
        <w:spacing w:after="0" w:line="240" w:lineRule="auto"/>
        <w:outlineLvl w:val="0"/>
        <w:rPr>
          <w:rFonts w:ascii="Aptos" w:hAnsi="Aptos" w:cstheme="minorHAnsi"/>
          <w:color w:val="000000"/>
        </w:rPr>
      </w:pPr>
    </w:p>
    <w:p w14:paraId="3F3BFEFA" w14:textId="77777777" w:rsidR="00257C27" w:rsidRPr="00257C27" w:rsidRDefault="00257C27" w:rsidP="00A83593">
      <w:pPr>
        <w:tabs>
          <w:tab w:val="left" w:pos="5245"/>
        </w:tabs>
        <w:spacing w:after="0" w:line="240" w:lineRule="auto"/>
        <w:outlineLvl w:val="0"/>
        <w:rPr>
          <w:rFonts w:ascii="Aptos" w:hAnsi="Aptos" w:cstheme="minorHAnsi"/>
          <w:color w:val="000000"/>
        </w:rPr>
      </w:pPr>
    </w:p>
    <w:p w14:paraId="070C9A2B" w14:textId="77777777" w:rsidR="003958E0" w:rsidRPr="00257C27" w:rsidRDefault="003958E0" w:rsidP="00A83593">
      <w:pPr>
        <w:tabs>
          <w:tab w:val="left" w:pos="5245"/>
        </w:tabs>
        <w:spacing w:after="0" w:line="240" w:lineRule="auto"/>
        <w:outlineLvl w:val="0"/>
        <w:rPr>
          <w:rFonts w:ascii="Aptos" w:hAnsi="Aptos" w:cstheme="minorHAnsi"/>
          <w:color w:val="000000"/>
        </w:rPr>
      </w:pPr>
    </w:p>
    <w:p w14:paraId="2CCC41C4" w14:textId="6005458A" w:rsidR="006E6CEE" w:rsidRPr="00257C27" w:rsidRDefault="00B378DF" w:rsidP="00B378DF">
      <w:pPr>
        <w:tabs>
          <w:tab w:val="left" w:pos="5245"/>
        </w:tabs>
        <w:spacing w:after="0" w:line="240" w:lineRule="auto"/>
        <w:outlineLvl w:val="0"/>
        <w:rPr>
          <w:rFonts w:ascii="Aptos" w:hAnsi="Aptos" w:cstheme="minorHAnsi"/>
          <w:color w:val="000000"/>
        </w:rPr>
      </w:pPr>
      <w:r w:rsidRPr="00257C27">
        <w:rPr>
          <w:rFonts w:ascii="Aptos" w:hAnsi="Aptos" w:cstheme="minorHAnsi"/>
          <w:color w:val="000000"/>
        </w:rPr>
        <w:tab/>
      </w:r>
      <w:r w:rsidR="006E6CEE" w:rsidRPr="00257C27">
        <w:rPr>
          <w:rFonts w:ascii="Aptos" w:hAnsi="Aptos" w:cstheme="minorHAnsi"/>
          <w:color w:val="000000"/>
        </w:rPr>
        <w:t xml:space="preserve">                                           </w:t>
      </w:r>
      <w:r w:rsidR="00257C27">
        <w:rPr>
          <w:rFonts w:ascii="Aptos" w:hAnsi="Aptos" w:cstheme="minorHAnsi"/>
          <w:color w:val="000000"/>
        </w:rPr>
        <w:t xml:space="preserve"> </w:t>
      </w:r>
      <w:r w:rsidR="006E6CEE" w:rsidRPr="00257C27">
        <w:rPr>
          <w:rFonts w:ascii="Aptos" w:hAnsi="Aptos" w:cstheme="minorHAnsi"/>
          <w:color w:val="000000"/>
        </w:rPr>
        <w:t xml:space="preserve">    Prénom Nom</w:t>
      </w:r>
    </w:p>
    <w:p w14:paraId="64A05D94" w14:textId="77777777" w:rsidR="00257C27" w:rsidRPr="00257C27" w:rsidRDefault="00257C27" w:rsidP="00B378DF">
      <w:pPr>
        <w:tabs>
          <w:tab w:val="left" w:pos="5245"/>
        </w:tabs>
        <w:spacing w:after="0" w:line="240" w:lineRule="auto"/>
        <w:outlineLvl w:val="0"/>
        <w:rPr>
          <w:rFonts w:ascii="Aptos" w:hAnsi="Aptos" w:cstheme="minorHAnsi"/>
          <w:color w:val="000000"/>
        </w:rPr>
      </w:pPr>
    </w:p>
    <w:p w14:paraId="738ADB34" w14:textId="77777777" w:rsidR="00257C27" w:rsidRPr="00257C27" w:rsidRDefault="00257C27" w:rsidP="00B378DF">
      <w:pPr>
        <w:tabs>
          <w:tab w:val="left" w:pos="5245"/>
        </w:tabs>
        <w:spacing w:after="0" w:line="240" w:lineRule="auto"/>
        <w:outlineLvl w:val="0"/>
        <w:rPr>
          <w:rFonts w:ascii="Aptos" w:hAnsi="Aptos" w:cstheme="minorHAnsi"/>
          <w:color w:val="000000"/>
        </w:rPr>
      </w:pPr>
    </w:p>
    <w:p w14:paraId="4B8D897E" w14:textId="5E7595EB" w:rsidR="00B378DF" w:rsidRPr="00257C27" w:rsidRDefault="006E6CEE" w:rsidP="00B378DF">
      <w:pPr>
        <w:tabs>
          <w:tab w:val="left" w:pos="5245"/>
        </w:tabs>
        <w:spacing w:after="0" w:line="240" w:lineRule="auto"/>
        <w:outlineLvl w:val="0"/>
        <w:rPr>
          <w:rFonts w:ascii="Aptos" w:hAnsi="Aptos" w:cstheme="minorHAnsi"/>
          <w:color w:val="000000"/>
        </w:rPr>
      </w:pPr>
      <w:r w:rsidRPr="00257C27">
        <w:rPr>
          <w:rFonts w:ascii="Aptos" w:hAnsi="Aptos" w:cstheme="minorHAnsi"/>
          <w:color w:val="000000"/>
        </w:rPr>
        <w:t xml:space="preserve">                                                                                                                                                           </w:t>
      </w:r>
      <w:r w:rsidR="00257C27">
        <w:rPr>
          <w:rFonts w:ascii="Aptos" w:hAnsi="Aptos" w:cstheme="minorHAnsi"/>
          <w:color w:val="000000"/>
        </w:rPr>
        <w:t xml:space="preserve">             </w:t>
      </w:r>
      <w:r w:rsidRPr="00257C27">
        <w:rPr>
          <w:rFonts w:ascii="Aptos" w:hAnsi="Aptos" w:cstheme="minorHAnsi"/>
          <w:color w:val="000000"/>
        </w:rPr>
        <w:t xml:space="preserve">    </w:t>
      </w:r>
      <w:r w:rsidR="00C51AF0" w:rsidRPr="00257C27">
        <w:rPr>
          <w:rFonts w:ascii="Aptos" w:hAnsi="Aptos" w:cstheme="minorHAnsi"/>
          <w:color w:val="000000"/>
        </w:rPr>
        <w:t>Signature</w:t>
      </w:r>
    </w:p>
    <w:p w14:paraId="0FE08D94" w14:textId="77777777" w:rsidR="00B378DF" w:rsidRPr="00257C27" w:rsidRDefault="00B378DF" w:rsidP="00B378DF">
      <w:pPr>
        <w:tabs>
          <w:tab w:val="left" w:pos="5245"/>
        </w:tabs>
        <w:spacing w:after="0" w:line="240" w:lineRule="auto"/>
        <w:outlineLvl w:val="0"/>
        <w:rPr>
          <w:rFonts w:ascii="Aptos" w:hAnsi="Aptos" w:cstheme="minorHAnsi"/>
          <w:color w:val="000000"/>
        </w:rPr>
      </w:pPr>
    </w:p>
    <w:p w14:paraId="34A42256" w14:textId="08D9D367" w:rsidR="00B378DF" w:rsidRPr="00257C27" w:rsidRDefault="00B378DF" w:rsidP="00B378DF">
      <w:pPr>
        <w:tabs>
          <w:tab w:val="left" w:pos="5245"/>
        </w:tabs>
        <w:spacing w:after="0" w:line="240" w:lineRule="auto"/>
        <w:outlineLvl w:val="0"/>
        <w:rPr>
          <w:rFonts w:ascii="Aptos" w:hAnsi="Aptos" w:cstheme="minorHAnsi"/>
          <w:color w:val="000000"/>
        </w:rPr>
      </w:pPr>
      <w:r w:rsidRPr="00257C27">
        <w:rPr>
          <w:rFonts w:ascii="Aptos" w:hAnsi="Aptos" w:cstheme="minorHAnsi"/>
          <w:color w:val="000000"/>
        </w:rPr>
        <w:tab/>
      </w:r>
      <w:r w:rsidRPr="00257C27">
        <w:rPr>
          <w:rFonts w:ascii="Aptos" w:hAnsi="Aptos" w:cstheme="minorHAnsi"/>
          <w:color w:val="000000"/>
        </w:rPr>
        <w:tab/>
      </w:r>
    </w:p>
    <w:p w14:paraId="59D98540" w14:textId="77777777" w:rsidR="00B378DF" w:rsidRPr="00B378DF" w:rsidRDefault="00B378DF" w:rsidP="00B378DF">
      <w:pPr>
        <w:tabs>
          <w:tab w:val="left" w:pos="5245"/>
        </w:tabs>
        <w:spacing w:after="0" w:line="240" w:lineRule="auto"/>
        <w:outlineLvl w:val="0"/>
        <w:rPr>
          <w:rFonts w:cstheme="minorHAnsi"/>
          <w:bCs/>
          <w:color w:val="000000"/>
        </w:rPr>
      </w:pPr>
    </w:p>
    <w:p w14:paraId="3BDE6E76" w14:textId="77777777" w:rsidR="00B378DF" w:rsidRDefault="00B378DF" w:rsidP="00B378DF">
      <w:pPr>
        <w:tabs>
          <w:tab w:val="left" w:pos="5245"/>
        </w:tabs>
        <w:spacing w:after="0" w:line="240" w:lineRule="auto"/>
        <w:outlineLvl w:val="0"/>
        <w:rPr>
          <w:rFonts w:cstheme="minorHAnsi"/>
          <w:bCs/>
          <w:color w:val="000000"/>
        </w:rPr>
      </w:pPr>
      <w:r>
        <w:rPr>
          <w:rFonts w:cstheme="minorHAnsi"/>
          <w:bCs/>
          <w:color w:val="000000"/>
        </w:rPr>
        <w:tab/>
      </w:r>
    </w:p>
    <w:p w14:paraId="2FBFC285" w14:textId="2CF5DCB1" w:rsidR="00B378DF" w:rsidRPr="00B378DF" w:rsidRDefault="00C51AF0" w:rsidP="00A83593">
      <w:pPr>
        <w:tabs>
          <w:tab w:val="left" w:pos="5245"/>
        </w:tabs>
        <w:spacing w:after="0" w:line="240" w:lineRule="auto"/>
        <w:outlineLvl w:val="0"/>
        <w:rPr>
          <w:rFonts w:cstheme="minorHAnsi"/>
          <w:bCs/>
          <w:color w:val="000000"/>
        </w:rPr>
      </w:pPr>
      <w:r>
        <w:rPr>
          <w:rFonts w:cstheme="minorHAnsi"/>
          <w:bCs/>
          <w:color w:val="000000"/>
        </w:rPr>
        <w:t xml:space="preserve"> </w:t>
      </w:r>
    </w:p>
    <w:sectPr w:rsidR="00B378DF" w:rsidRPr="00B378DF" w:rsidSect="00B000B7">
      <w:footerReference w:type="default" r:id="rId9"/>
      <w:pgSz w:w="11906" w:h="16838" w:code="9"/>
      <w:pgMar w:top="1440" w:right="1440" w:bottom="1440" w:left="144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EC9C4E" w14:textId="77777777" w:rsidR="00F0211C" w:rsidRDefault="00F0211C" w:rsidP="004B773A">
      <w:pPr>
        <w:spacing w:after="0" w:line="240" w:lineRule="auto"/>
      </w:pPr>
      <w:r>
        <w:separator/>
      </w:r>
    </w:p>
  </w:endnote>
  <w:endnote w:type="continuationSeparator" w:id="0">
    <w:p w14:paraId="0137C250" w14:textId="77777777" w:rsidR="00F0211C" w:rsidRDefault="00F0211C" w:rsidP="004B7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ller">
    <w:altName w:val="Times New Roman"/>
    <w:panose1 w:val="02000503030000020004"/>
    <w:charset w:val="00"/>
    <w:family w:val="auto"/>
    <w:pitch w:val="variable"/>
    <w:sig w:usb0="A00000AF" w:usb1="5000205B" w:usb2="00000000" w:usb3="00000000" w:csb0="00000093" w:csb1="00000000"/>
  </w:font>
  <w:font w:name="Metropolis Extra Light">
    <w:altName w:val="Cambria"/>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Consolas">
    <w:panose1 w:val="020B0609020204030204"/>
    <w:charset w:val="00"/>
    <w:family w:val="modern"/>
    <w:pitch w:val="fixed"/>
    <w:sig w:usb0="E00006FF" w:usb1="0000FCFF" w:usb2="00000001"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Neue">
    <w:charset w:val="00"/>
    <w:family w:val="auto"/>
    <w:pitch w:val="variable"/>
    <w:sig w:usb0="E50002FF" w:usb1="500079DB" w:usb2="00000010" w:usb3="00000000" w:csb0="00000001" w:csb1="00000000"/>
  </w:font>
  <w:font w:name="Times New Roman (Corps CS)">
    <w:altName w:val="Times New Roman"/>
    <w:charset w:val="00"/>
    <w:family w:val="roman"/>
    <w:pitch w:val="default"/>
  </w:font>
  <w:font w:name="Aptos">
    <w:charset w:val="00"/>
    <w:family w:val="swiss"/>
    <w:pitch w:val="variable"/>
    <w:sig w:usb0="20000287" w:usb1="00000003" w:usb2="00000000" w:usb3="00000000" w:csb0="0000019F" w:csb1="00000000"/>
  </w:font>
  <w:font w:name="VAG Rounded Light">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29E3D" w14:textId="77777777" w:rsidR="00BC5915" w:rsidRDefault="00BC5915" w:rsidP="00417FB2">
    <w:pPr>
      <w:pStyle w:val="Paragraphestandard"/>
      <w:rPr>
        <w:rFonts w:ascii="Aller" w:hAnsi="Aller" w:cs="Aller"/>
        <w:sz w:val="16"/>
        <w:szCs w:val="16"/>
      </w:rPr>
    </w:pPr>
  </w:p>
  <w:p w14:paraId="679D6F16" w14:textId="77777777" w:rsidR="00BC5915" w:rsidRDefault="00BC5915" w:rsidP="00417FB2">
    <w:pPr>
      <w:pStyle w:val="Paragraphestandard"/>
      <w:rPr>
        <w:rFonts w:ascii="VAG Rounded Light" w:hAnsi="VAG Rounded Light" w:cs="VAG Rounded Light"/>
        <w:sz w:val="16"/>
        <w:szCs w:val="16"/>
      </w:rPr>
    </w:pPr>
  </w:p>
  <w:p w14:paraId="1DBB9289" w14:textId="77777777" w:rsidR="00BC5915" w:rsidRDefault="00BC5915" w:rsidP="007B250B">
    <w:pPr>
      <w:pStyle w:val="Paragraphestandard"/>
      <w:ind w:left="2381"/>
      <w:rPr>
        <w:rFonts w:ascii="Aller" w:hAnsi="Aller" w:cs="Aller"/>
        <w:b/>
        <w:bCs/>
        <w:color w:val="0086CB"/>
        <w:sz w:val="16"/>
        <w:szCs w:val="16"/>
        <w:lang w:val="fr-FR"/>
      </w:rPr>
    </w:pPr>
    <w:r>
      <w:rPr>
        <w:noProof/>
        <w:lang w:val="fr-FR" w:eastAsia="fr-FR"/>
      </w:rPr>
      <mc:AlternateContent>
        <mc:Choice Requires="wpg">
          <w:drawing>
            <wp:anchor distT="0" distB="0" distL="114300" distR="114300" simplePos="0" relativeHeight="251659264" behindDoc="0" locked="0" layoutInCell="1" allowOverlap="1" wp14:anchorId="4770E31B" wp14:editId="50C55A06">
              <wp:simplePos x="0" y="0"/>
              <wp:positionH relativeFrom="column">
                <wp:posOffset>1186815</wp:posOffset>
              </wp:positionH>
              <wp:positionV relativeFrom="paragraph">
                <wp:posOffset>19685</wp:posOffset>
              </wp:positionV>
              <wp:extent cx="107950" cy="495300"/>
              <wp:effectExtent l="0" t="0" r="6350" b="19050"/>
              <wp:wrapNone/>
              <wp:docPr id="13" name="Groupe 13"/>
              <wp:cNvGraphicFramePr/>
              <a:graphic xmlns:a="http://schemas.openxmlformats.org/drawingml/2006/main">
                <a:graphicData uri="http://schemas.microsoft.com/office/word/2010/wordprocessingGroup">
                  <wpg:wgp>
                    <wpg:cNvGrpSpPr/>
                    <wpg:grpSpPr>
                      <a:xfrm>
                        <a:off x="0" y="0"/>
                        <a:ext cx="107950" cy="495300"/>
                        <a:chOff x="7620" y="0"/>
                        <a:chExt cx="107950" cy="495300"/>
                      </a:xfrm>
                    </wpg:grpSpPr>
                    <wps:wsp>
                      <wps:cNvPr id="8" name="Connecteur droit 8"/>
                      <wps:cNvCnPr/>
                      <wps:spPr>
                        <a:xfrm>
                          <a:off x="57150" y="0"/>
                          <a:ext cx="0" cy="495300"/>
                        </a:xfrm>
                        <a:prstGeom prst="line">
                          <a:avLst/>
                        </a:prstGeom>
                        <a:ln w="19050">
                          <a:solidFill>
                            <a:srgbClr val="0086CB"/>
                          </a:solidFill>
                        </a:ln>
                      </wps:spPr>
                      <wps:style>
                        <a:lnRef idx="1">
                          <a:schemeClr val="accent1"/>
                        </a:lnRef>
                        <a:fillRef idx="0">
                          <a:schemeClr val="accent1"/>
                        </a:fillRef>
                        <a:effectRef idx="0">
                          <a:schemeClr val="accent1"/>
                        </a:effectRef>
                        <a:fontRef idx="minor">
                          <a:schemeClr val="tx1"/>
                        </a:fontRef>
                      </wps:style>
                      <wps:bodyPr/>
                    </wps:wsp>
                    <wps:wsp>
                      <wps:cNvPr id="10" name="Ellipse 10"/>
                      <wps:cNvSpPr/>
                      <wps:spPr>
                        <a:xfrm>
                          <a:off x="7620" y="142875"/>
                          <a:ext cx="107950" cy="107950"/>
                        </a:xfrm>
                        <a:prstGeom prst="ellipse">
                          <a:avLst/>
                        </a:prstGeom>
                        <a:solidFill>
                          <a:srgbClr val="0086C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3167B7D" id="Groupe 13" o:spid="_x0000_s1026" style="position:absolute;margin-left:93.45pt;margin-top:1.55pt;width:8.5pt;height:39pt;z-index:251659264" coordorigin="7620" coordsize="107950,49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">
              <v:line id="Connecteur droit 8" o:spid="_x0000_s1027" style="position:absolute;visibility:visible;mso-wrap-style:square" from="57150,0" to="57150,495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" strokecolor="#0086cb" strokeweight="1.5pt"/>
              <v:oval id="Ellipse 10" o:spid="_x0000_s1028" style="position:absolute;left:7620;top:142875;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" fillcolor="#0086cb" stroked="f" strokeweight="2pt"/>
            </v:group>
          </w:pict>
        </mc:Fallback>
      </mc:AlternateContent>
    </w:r>
    <w:r>
      <w:rPr>
        <w:rFonts w:ascii="Aller" w:hAnsi="Aller" w:cs="Aller"/>
        <w:b/>
        <w:bCs/>
        <w:noProof/>
        <w:color w:val="0086CB"/>
        <w:sz w:val="16"/>
        <w:szCs w:val="16"/>
        <w:lang w:val="fr-FR" w:eastAsia="fr-FR"/>
      </w:rPr>
      <w:drawing>
        <wp:inline distT="0" distB="0" distL="0" distR="0" wp14:anchorId="3E1B8281" wp14:editId="406A5F09">
          <wp:extent cx="1005840" cy="115824"/>
          <wp:effectExtent l="0" t="0" r="381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A..jpg"/>
                  <pic:cNvPicPr/>
                </pic:nvPicPr>
                <pic:blipFill>
                  <a:blip r:embed="rId1">
                    <a:extLst>
                      <a:ext uri="{28A0092B-C50C-407E-A947-70E740481C1C}">
                        <a14:useLocalDpi xmlns:a14="http://schemas.microsoft.com/office/drawing/2010/main" val="0"/>
                      </a:ext>
                    </a:extLst>
                  </a:blip>
                  <a:stretch>
                    <a:fillRect/>
                  </a:stretch>
                </pic:blipFill>
                <pic:spPr>
                  <a:xfrm>
                    <a:off x="0" y="0"/>
                    <a:ext cx="1005840" cy="115824"/>
                  </a:xfrm>
                  <a:prstGeom prst="rect">
                    <a:avLst/>
                  </a:prstGeom>
                </pic:spPr>
              </pic:pic>
            </a:graphicData>
          </a:graphic>
        </wp:inline>
      </w:drawing>
    </w:r>
  </w:p>
  <w:p w14:paraId="3FF148B1" w14:textId="77777777" w:rsidR="00BC5915" w:rsidRPr="00417FB2" w:rsidRDefault="00BC5915" w:rsidP="007B250B">
    <w:pPr>
      <w:pStyle w:val="Paragraphestandard"/>
      <w:ind w:left="2381"/>
      <w:rPr>
        <w:rFonts w:ascii="Aller" w:hAnsi="Aller" w:cs="Aller"/>
        <w:color w:val="0086CB"/>
        <w:sz w:val="16"/>
        <w:szCs w:val="16"/>
        <w:lang w:val="fr-FR"/>
      </w:rPr>
    </w:pPr>
    <w:r w:rsidRPr="00417FB2">
      <w:rPr>
        <w:rFonts w:ascii="Aller" w:hAnsi="Aller" w:cs="Aller"/>
        <w:b/>
        <w:bCs/>
        <w:color w:val="0086CB"/>
        <w:sz w:val="16"/>
        <w:szCs w:val="16"/>
        <w:lang w:val="fr-FR"/>
      </w:rPr>
      <w:t>Siège - Administration générale</w:t>
    </w:r>
  </w:p>
  <w:p w14:paraId="267E8D9D" w14:textId="77777777" w:rsidR="00BC5915" w:rsidRDefault="00BC5915" w:rsidP="007B250B">
    <w:pPr>
      <w:pStyle w:val="Pieddepage"/>
      <w:ind w:left="2381"/>
    </w:pPr>
    <w:r>
      <w:rPr>
        <w:rFonts w:ascii="Aller" w:hAnsi="Aller" w:cs="Aller"/>
        <w:sz w:val="16"/>
        <w:szCs w:val="16"/>
      </w:rPr>
      <w:t xml:space="preserve">Campus de Fouillole - BP 250 - 97157 </w:t>
    </w:r>
    <w:proofErr w:type="spellStart"/>
    <w:r>
      <w:rPr>
        <w:rFonts w:ascii="Aller" w:hAnsi="Aller" w:cs="Aller"/>
        <w:sz w:val="16"/>
        <w:szCs w:val="16"/>
      </w:rPr>
      <w:t>Pointe-à-Pitre</w:t>
    </w:r>
    <w:proofErr w:type="spellEnd"/>
    <w:r>
      <w:rPr>
        <w:rFonts w:ascii="Aller" w:hAnsi="Aller" w:cs="Aller"/>
        <w:sz w:val="16"/>
        <w:szCs w:val="16"/>
      </w:rPr>
      <w:t xml:space="preserve"> cedex - Tél. +0590 (0) 590 483 030</w:t>
    </w:r>
    <w:r>
      <w:rPr>
        <w:rFonts w:ascii="Aller" w:hAnsi="Aller" w:cs="Aller"/>
        <w:sz w:val="16"/>
        <w:szCs w:val="16"/>
      </w:rPr>
      <w:br/>
    </w:r>
    <w:r>
      <w:rPr>
        <w:rFonts w:ascii="Aller" w:hAnsi="Aller" w:cs="Aller"/>
        <w:b/>
        <w:bCs/>
        <w:sz w:val="16"/>
        <w:szCs w:val="16"/>
      </w:rPr>
      <w:t>www.univ-antilles.fr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8E4771" w14:textId="77777777" w:rsidR="00F0211C" w:rsidRDefault="00F0211C" w:rsidP="004B773A">
      <w:pPr>
        <w:spacing w:after="0" w:line="240" w:lineRule="auto"/>
      </w:pPr>
      <w:r>
        <w:separator/>
      </w:r>
    </w:p>
  </w:footnote>
  <w:footnote w:type="continuationSeparator" w:id="0">
    <w:p w14:paraId="4818923A" w14:textId="77777777" w:rsidR="00F0211C" w:rsidRDefault="00F0211C" w:rsidP="004B77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D64E3"/>
    <w:multiLevelType w:val="hybridMultilevel"/>
    <w:tmpl w:val="2F5AD5CE"/>
    <w:lvl w:ilvl="0" w:tplc="040C0001">
      <w:start w:val="1"/>
      <w:numFmt w:val="bullet"/>
      <w:lvlText w:val=""/>
      <w:lvlJc w:val="left"/>
      <w:pPr>
        <w:ind w:left="1776" w:hanging="360"/>
      </w:pPr>
      <w:rPr>
        <w:rFonts w:ascii="Symbol" w:hAnsi="Symbol"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1" w15:restartNumberingAfterBreak="0">
    <w:nsid w:val="09802CB7"/>
    <w:multiLevelType w:val="hybridMultilevel"/>
    <w:tmpl w:val="EDD6ECC4"/>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491791"/>
    <w:multiLevelType w:val="hybridMultilevel"/>
    <w:tmpl w:val="41B2D9DC"/>
    <w:lvl w:ilvl="0" w:tplc="040C0011">
      <w:start w:val="1"/>
      <w:numFmt w:val="decimal"/>
      <w:lvlText w:val="%1)"/>
      <w:lvlJc w:val="left"/>
      <w:pPr>
        <w:ind w:left="1776" w:hanging="360"/>
      </w:pPr>
    </w:lvl>
    <w:lvl w:ilvl="1" w:tplc="FFFFFFFF">
      <w:start w:val="1"/>
      <w:numFmt w:val="lowerLetter"/>
      <w:lvlText w:val="%2."/>
      <w:lvlJc w:val="left"/>
      <w:pPr>
        <w:ind w:left="2496" w:hanging="360"/>
      </w:pPr>
    </w:lvl>
    <w:lvl w:ilvl="2" w:tplc="FFFFFFFF">
      <w:start w:val="1"/>
      <w:numFmt w:val="lowerRoman"/>
      <w:lvlText w:val="%3."/>
      <w:lvlJc w:val="right"/>
      <w:pPr>
        <w:ind w:left="3216" w:hanging="180"/>
      </w:pPr>
    </w:lvl>
    <w:lvl w:ilvl="3" w:tplc="FFFFFFFF">
      <w:start w:val="1"/>
      <w:numFmt w:val="decimal"/>
      <w:lvlText w:val="%4."/>
      <w:lvlJc w:val="left"/>
      <w:pPr>
        <w:ind w:left="3936" w:hanging="360"/>
      </w:pPr>
    </w:lvl>
    <w:lvl w:ilvl="4" w:tplc="FFFFFFFF">
      <w:start w:val="1"/>
      <w:numFmt w:val="lowerLetter"/>
      <w:lvlText w:val="%5."/>
      <w:lvlJc w:val="left"/>
      <w:pPr>
        <w:ind w:left="4656" w:hanging="360"/>
      </w:pPr>
    </w:lvl>
    <w:lvl w:ilvl="5" w:tplc="FFFFFFFF">
      <w:start w:val="1"/>
      <w:numFmt w:val="lowerRoman"/>
      <w:lvlText w:val="%6."/>
      <w:lvlJc w:val="right"/>
      <w:pPr>
        <w:ind w:left="5376" w:hanging="180"/>
      </w:pPr>
    </w:lvl>
    <w:lvl w:ilvl="6" w:tplc="FFFFFFFF">
      <w:start w:val="1"/>
      <w:numFmt w:val="decimal"/>
      <w:lvlText w:val="%7."/>
      <w:lvlJc w:val="left"/>
      <w:pPr>
        <w:ind w:left="6096" w:hanging="360"/>
      </w:pPr>
    </w:lvl>
    <w:lvl w:ilvl="7" w:tplc="FFFFFFFF">
      <w:start w:val="1"/>
      <w:numFmt w:val="lowerLetter"/>
      <w:lvlText w:val="%8."/>
      <w:lvlJc w:val="left"/>
      <w:pPr>
        <w:ind w:left="6816" w:hanging="360"/>
      </w:pPr>
    </w:lvl>
    <w:lvl w:ilvl="8" w:tplc="FFFFFFFF">
      <w:start w:val="1"/>
      <w:numFmt w:val="lowerRoman"/>
      <w:lvlText w:val="%9."/>
      <w:lvlJc w:val="right"/>
      <w:pPr>
        <w:ind w:left="7536" w:hanging="180"/>
      </w:pPr>
    </w:lvl>
  </w:abstractNum>
  <w:abstractNum w:abstractNumId="3" w15:restartNumberingAfterBreak="0">
    <w:nsid w:val="153A7BB9"/>
    <w:multiLevelType w:val="multilevel"/>
    <w:tmpl w:val="93A4771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8396C24"/>
    <w:multiLevelType w:val="hybridMultilevel"/>
    <w:tmpl w:val="FFA4F8E0"/>
    <w:lvl w:ilvl="0" w:tplc="040C0001">
      <w:start w:val="1"/>
      <w:numFmt w:val="bullet"/>
      <w:lvlText w:val=""/>
      <w:lvlJc w:val="left"/>
      <w:pPr>
        <w:ind w:left="2988" w:hanging="360"/>
      </w:pPr>
      <w:rPr>
        <w:rFonts w:ascii="Symbol" w:hAnsi="Symbol" w:hint="default"/>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5" w15:restartNumberingAfterBreak="0">
    <w:nsid w:val="1C1800F9"/>
    <w:multiLevelType w:val="hybridMultilevel"/>
    <w:tmpl w:val="74E4D9F6"/>
    <w:lvl w:ilvl="0" w:tplc="BC4ADD8A">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405187"/>
    <w:multiLevelType w:val="hybridMultilevel"/>
    <w:tmpl w:val="43A8E2D0"/>
    <w:lvl w:ilvl="0" w:tplc="A6DE3958">
      <w:numFmt w:val="bullet"/>
      <w:lvlText w:val=""/>
      <w:lvlJc w:val="left"/>
      <w:pPr>
        <w:ind w:left="2628" w:hanging="360"/>
      </w:pPr>
      <w:rPr>
        <w:rFonts w:ascii="Symbol" w:eastAsiaTheme="minorHAnsi" w:hAnsi="Symbol" w:cs="Aller"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7" w15:restartNumberingAfterBreak="0">
    <w:nsid w:val="34387BE5"/>
    <w:multiLevelType w:val="hybridMultilevel"/>
    <w:tmpl w:val="A976A6B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8" w15:restartNumberingAfterBreak="0">
    <w:nsid w:val="3A9A5306"/>
    <w:multiLevelType w:val="hybridMultilevel"/>
    <w:tmpl w:val="917EF926"/>
    <w:lvl w:ilvl="0" w:tplc="A6DE3958">
      <w:numFmt w:val="bullet"/>
      <w:lvlText w:val=""/>
      <w:lvlJc w:val="left"/>
      <w:pPr>
        <w:ind w:left="4896" w:hanging="360"/>
      </w:pPr>
      <w:rPr>
        <w:rFonts w:ascii="Symbol" w:eastAsiaTheme="minorHAnsi" w:hAnsi="Symbol" w:cs="Aller" w:hint="default"/>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9" w15:restartNumberingAfterBreak="0">
    <w:nsid w:val="425C1245"/>
    <w:multiLevelType w:val="hybridMultilevel"/>
    <w:tmpl w:val="0666B606"/>
    <w:lvl w:ilvl="0" w:tplc="9EEA2140">
      <w:start w:val="13"/>
      <w:numFmt w:val="bullet"/>
      <w:lvlText w:val="-"/>
      <w:lvlJc w:val="left"/>
      <w:pPr>
        <w:ind w:left="3192" w:hanging="360"/>
      </w:pPr>
      <w:rPr>
        <w:rFonts w:ascii="Metropolis Extra Light" w:eastAsia="Arial Unicode MS" w:hAnsi="Metropolis Extra Light" w:cs="Arial Unicode MS" w:hint="default"/>
      </w:rPr>
    </w:lvl>
    <w:lvl w:ilvl="1" w:tplc="040C0003" w:tentative="1">
      <w:start w:val="1"/>
      <w:numFmt w:val="bullet"/>
      <w:lvlText w:val="o"/>
      <w:lvlJc w:val="left"/>
      <w:pPr>
        <w:ind w:left="3912" w:hanging="360"/>
      </w:pPr>
      <w:rPr>
        <w:rFonts w:ascii="Courier New" w:hAnsi="Courier New" w:cs="Courier New" w:hint="default"/>
      </w:rPr>
    </w:lvl>
    <w:lvl w:ilvl="2" w:tplc="040C0005" w:tentative="1">
      <w:start w:val="1"/>
      <w:numFmt w:val="bullet"/>
      <w:lvlText w:val=""/>
      <w:lvlJc w:val="left"/>
      <w:pPr>
        <w:ind w:left="4632" w:hanging="360"/>
      </w:pPr>
      <w:rPr>
        <w:rFonts w:ascii="Wingdings" w:hAnsi="Wingdings" w:hint="default"/>
      </w:rPr>
    </w:lvl>
    <w:lvl w:ilvl="3" w:tplc="040C0001" w:tentative="1">
      <w:start w:val="1"/>
      <w:numFmt w:val="bullet"/>
      <w:lvlText w:val=""/>
      <w:lvlJc w:val="left"/>
      <w:pPr>
        <w:ind w:left="5352" w:hanging="360"/>
      </w:pPr>
      <w:rPr>
        <w:rFonts w:ascii="Symbol" w:hAnsi="Symbol" w:hint="default"/>
      </w:rPr>
    </w:lvl>
    <w:lvl w:ilvl="4" w:tplc="040C0003" w:tentative="1">
      <w:start w:val="1"/>
      <w:numFmt w:val="bullet"/>
      <w:lvlText w:val="o"/>
      <w:lvlJc w:val="left"/>
      <w:pPr>
        <w:ind w:left="6072" w:hanging="360"/>
      </w:pPr>
      <w:rPr>
        <w:rFonts w:ascii="Courier New" w:hAnsi="Courier New" w:cs="Courier New" w:hint="default"/>
      </w:rPr>
    </w:lvl>
    <w:lvl w:ilvl="5" w:tplc="040C0005" w:tentative="1">
      <w:start w:val="1"/>
      <w:numFmt w:val="bullet"/>
      <w:lvlText w:val=""/>
      <w:lvlJc w:val="left"/>
      <w:pPr>
        <w:ind w:left="6792" w:hanging="360"/>
      </w:pPr>
      <w:rPr>
        <w:rFonts w:ascii="Wingdings" w:hAnsi="Wingdings" w:hint="default"/>
      </w:rPr>
    </w:lvl>
    <w:lvl w:ilvl="6" w:tplc="040C0001" w:tentative="1">
      <w:start w:val="1"/>
      <w:numFmt w:val="bullet"/>
      <w:lvlText w:val=""/>
      <w:lvlJc w:val="left"/>
      <w:pPr>
        <w:ind w:left="7512" w:hanging="360"/>
      </w:pPr>
      <w:rPr>
        <w:rFonts w:ascii="Symbol" w:hAnsi="Symbol" w:hint="default"/>
      </w:rPr>
    </w:lvl>
    <w:lvl w:ilvl="7" w:tplc="040C0003" w:tentative="1">
      <w:start w:val="1"/>
      <w:numFmt w:val="bullet"/>
      <w:lvlText w:val="o"/>
      <w:lvlJc w:val="left"/>
      <w:pPr>
        <w:ind w:left="8232" w:hanging="360"/>
      </w:pPr>
      <w:rPr>
        <w:rFonts w:ascii="Courier New" w:hAnsi="Courier New" w:cs="Courier New" w:hint="default"/>
      </w:rPr>
    </w:lvl>
    <w:lvl w:ilvl="8" w:tplc="040C0005" w:tentative="1">
      <w:start w:val="1"/>
      <w:numFmt w:val="bullet"/>
      <w:lvlText w:val=""/>
      <w:lvlJc w:val="left"/>
      <w:pPr>
        <w:ind w:left="8952" w:hanging="360"/>
      </w:pPr>
      <w:rPr>
        <w:rFonts w:ascii="Wingdings" w:hAnsi="Wingdings" w:hint="default"/>
      </w:rPr>
    </w:lvl>
  </w:abstractNum>
  <w:abstractNum w:abstractNumId="10" w15:restartNumberingAfterBreak="0">
    <w:nsid w:val="4AC10805"/>
    <w:multiLevelType w:val="hybridMultilevel"/>
    <w:tmpl w:val="D3A03B92"/>
    <w:lvl w:ilvl="0" w:tplc="E83E1996">
      <w:start w:val="1"/>
      <w:numFmt w:val="bullet"/>
      <w:lvlText w:val="-"/>
      <w:lvlJc w:val="left"/>
      <w:pPr>
        <w:ind w:left="2770" w:hanging="360"/>
      </w:pPr>
      <w:rPr>
        <w:rFonts w:ascii="Aller" w:eastAsiaTheme="minorHAnsi" w:hAnsi="Aller" w:cs="Aller" w:hint="default"/>
      </w:rPr>
    </w:lvl>
    <w:lvl w:ilvl="1" w:tplc="040C0003" w:tentative="1">
      <w:start w:val="1"/>
      <w:numFmt w:val="bullet"/>
      <w:lvlText w:val="o"/>
      <w:lvlJc w:val="left"/>
      <w:pPr>
        <w:ind w:left="3490" w:hanging="360"/>
      </w:pPr>
      <w:rPr>
        <w:rFonts w:ascii="Courier New" w:hAnsi="Courier New" w:cs="Courier New" w:hint="default"/>
      </w:rPr>
    </w:lvl>
    <w:lvl w:ilvl="2" w:tplc="040C0005" w:tentative="1">
      <w:start w:val="1"/>
      <w:numFmt w:val="bullet"/>
      <w:lvlText w:val=""/>
      <w:lvlJc w:val="left"/>
      <w:pPr>
        <w:ind w:left="4210" w:hanging="360"/>
      </w:pPr>
      <w:rPr>
        <w:rFonts w:ascii="Wingdings" w:hAnsi="Wingdings" w:hint="default"/>
      </w:rPr>
    </w:lvl>
    <w:lvl w:ilvl="3" w:tplc="040C0001" w:tentative="1">
      <w:start w:val="1"/>
      <w:numFmt w:val="bullet"/>
      <w:lvlText w:val=""/>
      <w:lvlJc w:val="left"/>
      <w:pPr>
        <w:ind w:left="4930" w:hanging="360"/>
      </w:pPr>
      <w:rPr>
        <w:rFonts w:ascii="Symbol" w:hAnsi="Symbol" w:hint="default"/>
      </w:rPr>
    </w:lvl>
    <w:lvl w:ilvl="4" w:tplc="040C0003" w:tentative="1">
      <w:start w:val="1"/>
      <w:numFmt w:val="bullet"/>
      <w:lvlText w:val="o"/>
      <w:lvlJc w:val="left"/>
      <w:pPr>
        <w:ind w:left="5650" w:hanging="360"/>
      </w:pPr>
      <w:rPr>
        <w:rFonts w:ascii="Courier New" w:hAnsi="Courier New" w:cs="Courier New" w:hint="default"/>
      </w:rPr>
    </w:lvl>
    <w:lvl w:ilvl="5" w:tplc="040C0005" w:tentative="1">
      <w:start w:val="1"/>
      <w:numFmt w:val="bullet"/>
      <w:lvlText w:val=""/>
      <w:lvlJc w:val="left"/>
      <w:pPr>
        <w:ind w:left="6370" w:hanging="360"/>
      </w:pPr>
      <w:rPr>
        <w:rFonts w:ascii="Wingdings" w:hAnsi="Wingdings" w:hint="default"/>
      </w:rPr>
    </w:lvl>
    <w:lvl w:ilvl="6" w:tplc="040C0001" w:tentative="1">
      <w:start w:val="1"/>
      <w:numFmt w:val="bullet"/>
      <w:lvlText w:val=""/>
      <w:lvlJc w:val="left"/>
      <w:pPr>
        <w:ind w:left="7090" w:hanging="360"/>
      </w:pPr>
      <w:rPr>
        <w:rFonts w:ascii="Symbol" w:hAnsi="Symbol" w:hint="default"/>
      </w:rPr>
    </w:lvl>
    <w:lvl w:ilvl="7" w:tplc="040C0003" w:tentative="1">
      <w:start w:val="1"/>
      <w:numFmt w:val="bullet"/>
      <w:lvlText w:val="o"/>
      <w:lvlJc w:val="left"/>
      <w:pPr>
        <w:ind w:left="7810" w:hanging="360"/>
      </w:pPr>
      <w:rPr>
        <w:rFonts w:ascii="Courier New" w:hAnsi="Courier New" w:cs="Courier New" w:hint="default"/>
      </w:rPr>
    </w:lvl>
    <w:lvl w:ilvl="8" w:tplc="040C0005" w:tentative="1">
      <w:start w:val="1"/>
      <w:numFmt w:val="bullet"/>
      <w:lvlText w:val=""/>
      <w:lvlJc w:val="left"/>
      <w:pPr>
        <w:ind w:left="8530" w:hanging="360"/>
      </w:pPr>
      <w:rPr>
        <w:rFonts w:ascii="Wingdings" w:hAnsi="Wingdings" w:hint="default"/>
      </w:rPr>
    </w:lvl>
  </w:abstractNum>
  <w:abstractNum w:abstractNumId="11" w15:restartNumberingAfterBreak="0">
    <w:nsid w:val="5C920D05"/>
    <w:multiLevelType w:val="multilevel"/>
    <w:tmpl w:val="66A68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F86993"/>
    <w:multiLevelType w:val="multilevel"/>
    <w:tmpl w:val="DBE6C50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6E185E99"/>
    <w:multiLevelType w:val="hybridMultilevel"/>
    <w:tmpl w:val="6518C0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0B77068"/>
    <w:multiLevelType w:val="hybridMultilevel"/>
    <w:tmpl w:val="4E8CE9C8"/>
    <w:lvl w:ilvl="0" w:tplc="E76499E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4FA7E6E"/>
    <w:multiLevelType w:val="hybridMultilevel"/>
    <w:tmpl w:val="E1062A10"/>
    <w:lvl w:ilvl="0" w:tplc="F55417B6">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22060291">
    <w:abstractNumId w:val="10"/>
  </w:num>
  <w:num w:numId="2" w16cid:durableId="1082213959">
    <w:abstractNumId w:val="4"/>
  </w:num>
  <w:num w:numId="3" w16cid:durableId="1378698146">
    <w:abstractNumId w:val="6"/>
  </w:num>
  <w:num w:numId="4" w16cid:durableId="600337566">
    <w:abstractNumId w:val="8"/>
  </w:num>
  <w:num w:numId="5" w16cid:durableId="2071035858">
    <w:abstractNumId w:val="15"/>
  </w:num>
  <w:num w:numId="6" w16cid:durableId="1319846800">
    <w:abstractNumId w:val="5"/>
  </w:num>
  <w:num w:numId="7" w16cid:durableId="1347517775">
    <w:abstractNumId w:val="14"/>
  </w:num>
  <w:num w:numId="8" w16cid:durableId="1053507698">
    <w:abstractNumId w:val="12"/>
  </w:num>
  <w:num w:numId="9" w16cid:durableId="1921207168">
    <w:abstractNumId w:val="0"/>
  </w:num>
  <w:num w:numId="10" w16cid:durableId="12802627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55874819">
    <w:abstractNumId w:val="7"/>
  </w:num>
  <w:num w:numId="12" w16cid:durableId="1058045879">
    <w:abstractNumId w:val="1"/>
  </w:num>
  <w:num w:numId="13" w16cid:durableId="2051998643">
    <w:abstractNumId w:val="13"/>
  </w:num>
  <w:num w:numId="14" w16cid:durableId="627787093">
    <w:abstractNumId w:val="3"/>
  </w:num>
  <w:num w:numId="15" w16cid:durableId="843860477">
    <w:abstractNumId w:val="11"/>
  </w:num>
  <w:num w:numId="16" w16cid:durableId="1704152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98E"/>
    <w:rsid w:val="00014FFE"/>
    <w:rsid w:val="000151CE"/>
    <w:rsid w:val="0001619C"/>
    <w:rsid w:val="00023578"/>
    <w:rsid w:val="00025C3B"/>
    <w:rsid w:val="00026413"/>
    <w:rsid w:val="00035300"/>
    <w:rsid w:val="00044820"/>
    <w:rsid w:val="00046029"/>
    <w:rsid w:val="00057182"/>
    <w:rsid w:val="00064253"/>
    <w:rsid w:val="00071EEE"/>
    <w:rsid w:val="00077A28"/>
    <w:rsid w:val="00077EDF"/>
    <w:rsid w:val="00080273"/>
    <w:rsid w:val="00085E6B"/>
    <w:rsid w:val="00092191"/>
    <w:rsid w:val="00093265"/>
    <w:rsid w:val="000976F4"/>
    <w:rsid w:val="000A05A6"/>
    <w:rsid w:val="000A5B98"/>
    <w:rsid w:val="000A5CA9"/>
    <w:rsid w:val="000B0398"/>
    <w:rsid w:val="000C17DF"/>
    <w:rsid w:val="000C2D70"/>
    <w:rsid w:val="000C4084"/>
    <w:rsid w:val="000C758A"/>
    <w:rsid w:val="000D55BB"/>
    <w:rsid w:val="000E1027"/>
    <w:rsid w:val="000E692E"/>
    <w:rsid w:val="000F3B1D"/>
    <w:rsid w:val="001076CC"/>
    <w:rsid w:val="00121054"/>
    <w:rsid w:val="00122E88"/>
    <w:rsid w:val="00154288"/>
    <w:rsid w:val="0016300D"/>
    <w:rsid w:val="00182BA3"/>
    <w:rsid w:val="00194E07"/>
    <w:rsid w:val="001975B3"/>
    <w:rsid w:val="001B6F63"/>
    <w:rsid w:val="001B7BF5"/>
    <w:rsid w:val="001C3F8E"/>
    <w:rsid w:val="001E22EB"/>
    <w:rsid w:val="001E7DA6"/>
    <w:rsid w:val="001F7A39"/>
    <w:rsid w:val="001F7B7B"/>
    <w:rsid w:val="00200156"/>
    <w:rsid w:val="002006AD"/>
    <w:rsid w:val="00200B3D"/>
    <w:rsid w:val="00213922"/>
    <w:rsid w:val="00234E4E"/>
    <w:rsid w:val="002576BA"/>
    <w:rsid w:val="00257C27"/>
    <w:rsid w:val="00271A63"/>
    <w:rsid w:val="002724C1"/>
    <w:rsid w:val="002818B2"/>
    <w:rsid w:val="002840C0"/>
    <w:rsid w:val="002A6F9E"/>
    <w:rsid w:val="002B1FA6"/>
    <w:rsid w:val="002B6678"/>
    <w:rsid w:val="002C5D2B"/>
    <w:rsid w:val="002C798E"/>
    <w:rsid w:val="002D0CB6"/>
    <w:rsid w:val="002D35D8"/>
    <w:rsid w:val="002F4071"/>
    <w:rsid w:val="00312BE4"/>
    <w:rsid w:val="00315D4B"/>
    <w:rsid w:val="00337097"/>
    <w:rsid w:val="0034004D"/>
    <w:rsid w:val="00355ADE"/>
    <w:rsid w:val="003767A3"/>
    <w:rsid w:val="00386649"/>
    <w:rsid w:val="003958E0"/>
    <w:rsid w:val="0039616F"/>
    <w:rsid w:val="003A3B3C"/>
    <w:rsid w:val="003A7040"/>
    <w:rsid w:val="003B4843"/>
    <w:rsid w:val="003C79CC"/>
    <w:rsid w:val="003F2DDA"/>
    <w:rsid w:val="00417FB2"/>
    <w:rsid w:val="0042719E"/>
    <w:rsid w:val="00427A8A"/>
    <w:rsid w:val="00443FDB"/>
    <w:rsid w:val="00445AE5"/>
    <w:rsid w:val="00487591"/>
    <w:rsid w:val="004A0E05"/>
    <w:rsid w:val="004B3446"/>
    <w:rsid w:val="004B3817"/>
    <w:rsid w:val="004B67F1"/>
    <w:rsid w:val="004B6903"/>
    <w:rsid w:val="004B75FA"/>
    <w:rsid w:val="004B773A"/>
    <w:rsid w:val="004B7FCA"/>
    <w:rsid w:val="004E0301"/>
    <w:rsid w:val="004F457F"/>
    <w:rsid w:val="00501225"/>
    <w:rsid w:val="00503390"/>
    <w:rsid w:val="00503450"/>
    <w:rsid w:val="005067F0"/>
    <w:rsid w:val="00512560"/>
    <w:rsid w:val="0051566D"/>
    <w:rsid w:val="00531600"/>
    <w:rsid w:val="0054481F"/>
    <w:rsid w:val="005468E1"/>
    <w:rsid w:val="00563D03"/>
    <w:rsid w:val="00572B53"/>
    <w:rsid w:val="005835CD"/>
    <w:rsid w:val="00596A8A"/>
    <w:rsid w:val="005A0595"/>
    <w:rsid w:val="005A1640"/>
    <w:rsid w:val="005A5D3A"/>
    <w:rsid w:val="005B32A8"/>
    <w:rsid w:val="005B4292"/>
    <w:rsid w:val="005B6DBF"/>
    <w:rsid w:val="005C0C82"/>
    <w:rsid w:val="005E0C76"/>
    <w:rsid w:val="00600B26"/>
    <w:rsid w:val="00603DF0"/>
    <w:rsid w:val="006075AE"/>
    <w:rsid w:val="00612418"/>
    <w:rsid w:val="00614F74"/>
    <w:rsid w:val="00625D1A"/>
    <w:rsid w:val="006604AF"/>
    <w:rsid w:val="00665A6F"/>
    <w:rsid w:val="006719AC"/>
    <w:rsid w:val="006727C1"/>
    <w:rsid w:val="00680398"/>
    <w:rsid w:val="0069717D"/>
    <w:rsid w:val="006A26AE"/>
    <w:rsid w:val="006B29E2"/>
    <w:rsid w:val="006C6FD6"/>
    <w:rsid w:val="006D2E6F"/>
    <w:rsid w:val="006D5869"/>
    <w:rsid w:val="006E10A7"/>
    <w:rsid w:val="006E603E"/>
    <w:rsid w:val="006E6CEE"/>
    <w:rsid w:val="007057E8"/>
    <w:rsid w:val="0071101B"/>
    <w:rsid w:val="00711624"/>
    <w:rsid w:val="00720130"/>
    <w:rsid w:val="007219AB"/>
    <w:rsid w:val="00731C59"/>
    <w:rsid w:val="0073691F"/>
    <w:rsid w:val="00737D32"/>
    <w:rsid w:val="007533E5"/>
    <w:rsid w:val="0075388A"/>
    <w:rsid w:val="007577AE"/>
    <w:rsid w:val="00757EB3"/>
    <w:rsid w:val="007A1275"/>
    <w:rsid w:val="007A3598"/>
    <w:rsid w:val="007B11AB"/>
    <w:rsid w:val="007B250B"/>
    <w:rsid w:val="007C3004"/>
    <w:rsid w:val="007D14D7"/>
    <w:rsid w:val="007D1E78"/>
    <w:rsid w:val="007D5AEB"/>
    <w:rsid w:val="007E41EA"/>
    <w:rsid w:val="007F0D6A"/>
    <w:rsid w:val="007F7FAC"/>
    <w:rsid w:val="00806E79"/>
    <w:rsid w:val="008102BA"/>
    <w:rsid w:val="00810663"/>
    <w:rsid w:val="0082050D"/>
    <w:rsid w:val="00826510"/>
    <w:rsid w:val="008451D7"/>
    <w:rsid w:val="0085174E"/>
    <w:rsid w:val="0086715C"/>
    <w:rsid w:val="008762CD"/>
    <w:rsid w:val="00882B37"/>
    <w:rsid w:val="00883FC5"/>
    <w:rsid w:val="00887DE7"/>
    <w:rsid w:val="008A36D0"/>
    <w:rsid w:val="008B3382"/>
    <w:rsid w:val="008B4A64"/>
    <w:rsid w:val="008D04CE"/>
    <w:rsid w:val="008D30B8"/>
    <w:rsid w:val="008D3B26"/>
    <w:rsid w:val="008E2F43"/>
    <w:rsid w:val="008F0C3D"/>
    <w:rsid w:val="00900538"/>
    <w:rsid w:val="00910F09"/>
    <w:rsid w:val="00912E1E"/>
    <w:rsid w:val="009377E4"/>
    <w:rsid w:val="00961073"/>
    <w:rsid w:val="00963258"/>
    <w:rsid w:val="00982510"/>
    <w:rsid w:val="00985A61"/>
    <w:rsid w:val="00993AE9"/>
    <w:rsid w:val="009A09CC"/>
    <w:rsid w:val="009B733C"/>
    <w:rsid w:val="009D0C82"/>
    <w:rsid w:val="009D0F56"/>
    <w:rsid w:val="009D22E6"/>
    <w:rsid w:val="009E052A"/>
    <w:rsid w:val="009E47DF"/>
    <w:rsid w:val="009E5A05"/>
    <w:rsid w:val="009F470F"/>
    <w:rsid w:val="009F6CCA"/>
    <w:rsid w:val="00A02735"/>
    <w:rsid w:val="00A11310"/>
    <w:rsid w:val="00A12079"/>
    <w:rsid w:val="00A136C3"/>
    <w:rsid w:val="00A1788F"/>
    <w:rsid w:val="00A2047E"/>
    <w:rsid w:val="00A26E26"/>
    <w:rsid w:val="00A27AF2"/>
    <w:rsid w:val="00A30313"/>
    <w:rsid w:val="00A303CD"/>
    <w:rsid w:val="00A355AD"/>
    <w:rsid w:val="00A61616"/>
    <w:rsid w:val="00A618C2"/>
    <w:rsid w:val="00A73E72"/>
    <w:rsid w:val="00A808CC"/>
    <w:rsid w:val="00A83593"/>
    <w:rsid w:val="00A85D99"/>
    <w:rsid w:val="00A933D6"/>
    <w:rsid w:val="00AA0F68"/>
    <w:rsid w:val="00AA2F8C"/>
    <w:rsid w:val="00AA65FF"/>
    <w:rsid w:val="00AB3310"/>
    <w:rsid w:val="00AE31A6"/>
    <w:rsid w:val="00AF27E7"/>
    <w:rsid w:val="00AF5562"/>
    <w:rsid w:val="00B000B7"/>
    <w:rsid w:val="00B20BB5"/>
    <w:rsid w:val="00B378DF"/>
    <w:rsid w:val="00B4540A"/>
    <w:rsid w:val="00B45AA3"/>
    <w:rsid w:val="00B647DE"/>
    <w:rsid w:val="00B6778F"/>
    <w:rsid w:val="00B70894"/>
    <w:rsid w:val="00B71B11"/>
    <w:rsid w:val="00B754CF"/>
    <w:rsid w:val="00B77033"/>
    <w:rsid w:val="00B824EE"/>
    <w:rsid w:val="00BA02E7"/>
    <w:rsid w:val="00BA209D"/>
    <w:rsid w:val="00BB3273"/>
    <w:rsid w:val="00BB7601"/>
    <w:rsid w:val="00BC0505"/>
    <w:rsid w:val="00BC5915"/>
    <w:rsid w:val="00BC758F"/>
    <w:rsid w:val="00BD0A06"/>
    <w:rsid w:val="00BD3BB5"/>
    <w:rsid w:val="00BE5454"/>
    <w:rsid w:val="00BF0F7E"/>
    <w:rsid w:val="00BF2AF6"/>
    <w:rsid w:val="00BF3851"/>
    <w:rsid w:val="00C061CA"/>
    <w:rsid w:val="00C10645"/>
    <w:rsid w:val="00C21A12"/>
    <w:rsid w:val="00C27C37"/>
    <w:rsid w:val="00C319EE"/>
    <w:rsid w:val="00C31CA8"/>
    <w:rsid w:val="00C31DFD"/>
    <w:rsid w:val="00C363DA"/>
    <w:rsid w:val="00C517C2"/>
    <w:rsid w:val="00C51AF0"/>
    <w:rsid w:val="00C66E0E"/>
    <w:rsid w:val="00C87E89"/>
    <w:rsid w:val="00CA37F0"/>
    <w:rsid w:val="00CA6919"/>
    <w:rsid w:val="00CB75BF"/>
    <w:rsid w:val="00CC17A3"/>
    <w:rsid w:val="00CC6AC3"/>
    <w:rsid w:val="00CD06B8"/>
    <w:rsid w:val="00CD4A74"/>
    <w:rsid w:val="00CF76AA"/>
    <w:rsid w:val="00D24968"/>
    <w:rsid w:val="00D33573"/>
    <w:rsid w:val="00D41EA5"/>
    <w:rsid w:val="00D5239A"/>
    <w:rsid w:val="00D54C80"/>
    <w:rsid w:val="00D64850"/>
    <w:rsid w:val="00D6603C"/>
    <w:rsid w:val="00D67A74"/>
    <w:rsid w:val="00D70063"/>
    <w:rsid w:val="00D75BF8"/>
    <w:rsid w:val="00D86C0A"/>
    <w:rsid w:val="00DB3833"/>
    <w:rsid w:val="00DC385E"/>
    <w:rsid w:val="00DD2677"/>
    <w:rsid w:val="00DD5085"/>
    <w:rsid w:val="00DE1AD8"/>
    <w:rsid w:val="00DE5948"/>
    <w:rsid w:val="00E01B7A"/>
    <w:rsid w:val="00E04548"/>
    <w:rsid w:val="00E0702D"/>
    <w:rsid w:val="00E65E81"/>
    <w:rsid w:val="00E6724C"/>
    <w:rsid w:val="00E7323F"/>
    <w:rsid w:val="00E7495D"/>
    <w:rsid w:val="00E81DE9"/>
    <w:rsid w:val="00E85361"/>
    <w:rsid w:val="00E907AA"/>
    <w:rsid w:val="00E935E4"/>
    <w:rsid w:val="00E94F71"/>
    <w:rsid w:val="00EB42A7"/>
    <w:rsid w:val="00EB5E73"/>
    <w:rsid w:val="00EC1723"/>
    <w:rsid w:val="00ED4392"/>
    <w:rsid w:val="00F0211C"/>
    <w:rsid w:val="00F03979"/>
    <w:rsid w:val="00F121FA"/>
    <w:rsid w:val="00F218BF"/>
    <w:rsid w:val="00F22BC3"/>
    <w:rsid w:val="00F273DF"/>
    <w:rsid w:val="00F35FAB"/>
    <w:rsid w:val="00F4080B"/>
    <w:rsid w:val="00F433FF"/>
    <w:rsid w:val="00F44113"/>
    <w:rsid w:val="00F4437B"/>
    <w:rsid w:val="00F60741"/>
    <w:rsid w:val="00F74A62"/>
    <w:rsid w:val="00F820F4"/>
    <w:rsid w:val="00F82D93"/>
    <w:rsid w:val="00FA1F20"/>
    <w:rsid w:val="00FA6EFF"/>
    <w:rsid w:val="00FB751F"/>
    <w:rsid w:val="00FD257B"/>
    <w:rsid w:val="00FE67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7CCF90"/>
  <w15:docId w15:val="{C118E52B-9A77-4744-8EEF-26DEBE74E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1B1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E22E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E22EB"/>
    <w:rPr>
      <w:rFonts w:ascii="Tahoma" w:hAnsi="Tahoma" w:cs="Tahoma"/>
      <w:sz w:val="16"/>
      <w:szCs w:val="16"/>
    </w:rPr>
  </w:style>
  <w:style w:type="paragraph" w:styleId="En-tte">
    <w:name w:val="header"/>
    <w:basedOn w:val="Normal"/>
    <w:link w:val="En-tteCar"/>
    <w:uiPriority w:val="99"/>
    <w:unhideWhenUsed/>
    <w:rsid w:val="004B773A"/>
    <w:pPr>
      <w:tabs>
        <w:tab w:val="center" w:pos="4536"/>
        <w:tab w:val="right" w:pos="9072"/>
      </w:tabs>
      <w:spacing w:after="0" w:line="240" w:lineRule="auto"/>
    </w:pPr>
  </w:style>
  <w:style w:type="character" w:customStyle="1" w:styleId="En-tteCar">
    <w:name w:val="En-tête Car"/>
    <w:basedOn w:val="Policepardfaut"/>
    <w:link w:val="En-tte"/>
    <w:uiPriority w:val="99"/>
    <w:rsid w:val="004B773A"/>
  </w:style>
  <w:style w:type="paragraph" w:styleId="Pieddepage">
    <w:name w:val="footer"/>
    <w:basedOn w:val="Normal"/>
    <w:link w:val="PieddepageCar"/>
    <w:uiPriority w:val="99"/>
    <w:unhideWhenUsed/>
    <w:rsid w:val="004B773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773A"/>
  </w:style>
  <w:style w:type="paragraph" w:customStyle="1" w:styleId="Paragraphestandard">
    <w:name w:val="[Paragraphe standard]"/>
    <w:basedOn w:val="Normal"/>
    <w:uiPriority w:val="99"/>
    <w:rsid w:val="00417FB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character" w:styleId="Lienhypertexte">
    <w:name w:val="Hyperlink"/>
    <w:basedOn w:val="Policepardfaut"/>
    <w:uiPriority w:val="99"/>
    <w:unhideWhenUsed/>
    <w:rsid w:val="000A5B98"/>
    <w:rPr>
      <w:color w:val="0000FF" w:themeColor="hyperlink"/>
      <w:u w:val="single"/>
    </w:rPr>
  </w:style>
  <w:style w:type="character" w:styleId="Lienhypertextesuivivisit">
    <w:name w:val="FollowedHyperlink"/>
    <w:basedOn w:val="Policepardfaut"/>
    <w:uiPriority w:val="99"/>
    <w:semiHidden/>
    <w:unhideWhenUsed/>
    <w:rsid w:val="008D04CE"/>
    <w:rPr>
      <w:color w:val="800080" w:themeColor="followedHyperlink"/>
      <w:u w:val="single"/>
    </w:rPr>
  </w:style>
  <w:style w:type="paragraph" w:styleId="Paragraphedeliste">
    <w:name w:val="List Paragraph"/>
    <w:basedOn w:val="Normal"/>
    <w:uiPriority w:val="34"/>
    <w:qFormat/>
    <w:rsid w:val="001076CC"/>
    <w:pPr>
      <w:ind w:left="720"/>
      <w:contextualSpacing/>
    </w:pPr>
  </w:style>
  <w:style w:type="paragraph" w:styleId="PrformatHTML">
    <w:name w:val="HTML Preformatted"/>
    <w:basedOn w:val="Normal"/>
    <w:link w:val="PrformatHTMLCar"/>
    <w:uiPriority w:val="99"/>
    <w:semiHidden/>
    <w:unhideWhenUsed/>
    <w:rsid w:val="00501225"/>
    <w:pPr>
      <w:spacing w:after="0" w:line="240" w:lineRule="auto"/>
    </w:pPr>
    <w:rPr>
      <w:rFonts w:ascii="Consolas" w:hAnsi="Consolas" w:cs="Consolas"/>
      <w:sz w:val="20"/>
      <w:szCs w:val="20"/>
    </w:rPr>
  </w:style>
  <w:style w:type="character" w:customStyle="1" w:styleId="PrformatHTMLCar">
    <w:name w:val="Préformaté HTML Car"/>
    <w:basedOn w:val="Policepardfaut"/>
    <w:link w:val="PrformatHTML"/>
    <w:uiPriority w:val="99"/>
    <w:semiHidden/>
    <w:rsid w:val="00501225"/>
    <w:rPr>
      <w:rFonts w:ascii="Consolas" w:hAnsi="Consolas" w:cs="Consolas"/>
      <w:sz w:val="20"/>
      <w:szCs w:val="20"/>
    </w:rPr>
  </w:style>
  <w:style w:type="paragraph" w:customStyle="1" w:styleId="Standard">
    <w:name w:val="Standard"/>
    <w:rsid w:val="004B3817"/>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Textbody">
    <w:name w:val="Text body"/>
    <w:basedOn w:val="Standard"/>
    <w:rsid w:val="004B3817"/>
    <w:pPr>
      <w:spacing w:after="140" w:line="288" w:lineRule="auto"/>
    </w:pPr>
  </w:style>
  <w:style w:type="character" w:styleId="Mentionnonrsolue">
    <w:name w:val="Unresolved Mention"/>
    <w:basedOn w:val="Policepardfaut"/>
    <w:uiPriority w:val="99"/>
    <w:semiHidden/>
    <w:unhideWhenUsed/>
    <w:rsid w:val="004B3817"/>
    <w:rPr>
      <w:color w:val="605E5C"/>
      <w:shd w:val="clear" w:color="auto" w:fill="E1DFDD"/>
    </w:rPr>
  </w:style>
  <w:style w:type="paragraph" w:customStyle="1" w:styleId="Corps">
    <w:name w:val="Corps"/>
    <w:rsid w:val="00C21A12"/>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fr-FR"/>
      <w14:textOutline w14:w="0" w14:cap="flat" w14:cmpd="sng" w14:algn="ctr">
        <w14:noFill/>
        <w14:prstDash w14:val="solid"/>
        <w14:bevel/>
      </w14:textOutline>
    </w:rPr>
  </w:style>
  <w:style w:type="character" w:customStyle="1" w:styleId="Aucun">
    <w:name w:val="Aucun"/>
    <w:rsid w:val="00C21A12"/>
    <w:rPr>
      <w:lang w:val="pt-PT"/>
    </w:rPr>
  </w:style>
  <w:style w:type="character" w:customStyle="1" w:styleId="object">
    <w:name w:val="object"/>
    <w:basedOn w:val="Policepardfaut"/>
    <w:rsid w:val="00B000B7"/>
  </w:style>
  <w:style w:type="table" w:styleId="Grilledutableau">
    <w:name w:val="Table Grid"/>
    <w:basedOn w:val="TableauNormal"/>
    <w:uiPriority w:val="59"/>
    <w:rsid w:val="00B000B7"/>
    <w:pPr>
      <w:spacing w:after="0" w:line="240" w:lineRule="auto"/>
    </w:pPr>
    <w:rPr>
      <w:rFonts w:ascii="Aller" w:hAnsi="Aller" w:cs="Times New Roman (Corps CS)"/>
      <w:kern w:val="2"/>
      <w:sz w:val="20"/>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39"/>
    <w:rsid w:val="00B000B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000B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oypena">
    <w:name w:val="oypena"/>
    <w:basedOn w:val="Policepardfaut"/>
    <w:rsid w:val="006E6C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4000">
      <w:bodyDiv w:val="1"/>
      <w:marLeft w:val="0"/>
      <w:marRight w:val="0"/>
      <w:marTop w:val="0"/>
      <w:marBottom w:val="0"/>
      <w:divBdr>
        <w:top w:val="none" w:sz="0" w:space="0" w:color="auto"/>
        <w:left w:val="none" w:sz="0" w:space="0" w:color="auto"/>
        <w:bottom w:val="none" w:sz="0" w:space="0" w:color="auto"/>
        <w:right w:val="none" w:sz="0" w:space="0" w:color="auto"/>
      </w:divBdr>
      <w:divsChild>
        <w:div w:id="1607349378">
          <w:marLeft w:val="0"/>
          <w:marRight w:val="0"/>
          <w:marTop w:val="0"/>
          <w:marBottom w:val="0"/>
          <w:divBdr>
            <w:top w:val="none" w:sz="0" w:space="0" w:color="auto"/>
            <w:left w:val="none" w:sz="0" w:space="0" w:color="auto"/>
            <w:bottom w:val="none" w:sz="0" w:space="0" w:color="auto"/>
            <w:right w:val="none" w:sz="0" w:space="0" w:color="auto"/>
          </w:divBdr>
        </w:div>
        <w:div w:id="1685085948">
          <w:marLeft w:val="0"/>
          <w:marRight w:val="0"/>
          <w:marTop w:val="0"/>
          <w:marBottom w:val="0"/>
          <w:divBdr>
            <w:top w:val="none" w:sz="0" w:space="0" w:color="auto"/>
            <w:left w:val="none" w:sz="0" w:space="0" w:color="auto"/>
            <w:bottom w:val="none" w:sz="0" w:space="0" w:color="auto"/>
            <w:right w:val="none" w:sz="0" w:space="0" w:color="auto"/>
          </w:divBdr>
        </w:div>
      </w:divsChild>
    </w:div>
    <w:div w:id="727463005">
      <w:bodyDiv w:val="1"/>
      <w:marLeft w:val="0"/>
      <w:marRight w:val="0"/>
      <w:marTop w:val="0"/>
      <w:marBottom w:val="0"/>
      <w:divBdr>
        <w:top w:val="none" w:sz="0" w:space="0" w:color="auto"/>
        <w:left w:val="none" w:sz="0" w:space="0" w:color="auto"/>
        <w:bottom w:val="none" w:sz="0" w:space="0" w:color="auto"/>
        <w:right w:val="none" w:sz="0" w:space="0" w:color="auto"/>
      </w:divBdr>
    </w:div>
    <w:div w:id="775976538">
      <w:bodyDiv w:val="1"/>
      <w:marLeft w:val="0"/>
      <w:marRight w:val="0"/>
      <w:marTop w:val="0"/>
      <w:marBottom w:val="0"/>
      <w:divBdr>
        <w:top w:val="none" w:sz="0" w:space="0" w:color="auto"/>
        <w:left w:val="none" w:sz="0" w:space="0" w:color="auto"/>
        <w:bottom w:val="none" w:sz="0" w:space="0" w:color="auto"/>
        <w:right w:val="none" w:sz="0" w:space="0" w:color="auto"/>
      </w:divBdr>
    </w:div>
    <w:div w:id="1180702813">
      <w:bodyDiv w:val="1"/>
      <w:marLeft w:val="0"/>
      <w:marRight w:val="0"/>
      <w:marTop w:val="0"/>
      <w:marBottom w:val="0"/>
      <w:divBdr>
        <w:top w:val="none" w:sz="0" w:space="0" w:color="auto"/>
        <w:left w:val="none" w:sz="0" w:space="0" w:color="auto"/>
        <w:bottom w:val="none" w:sz="0" w:space="0" w:color="auto"/>
        <w:right w:val="none" w:sz="0" w:space="0" w:color="auto"/>
      </w:divBdr>
      <w:divsChild>
        <w:div w:id="172375696">
          <w:marLeft w:val="0"/>
          <w:marRight w:val="0"/>
          <w:marTop w:val="0"/>
          <w:marBottom w:val="0"/>
          <w:divBdr>
            <w:top w:val="none" w:sz="0" w:space="0" w:color="auto"/>
            <w:left w:val="none" w:sz="0" w:space="0" w:color="auto"/>
            <w:bottom w:val="none" w:sz="0" w:space="0" w:color="auto"/>
            <w:right w:val="none" w:sz="0" w:space="0" w:color="auto"/>
          </w:divBdr>
        </w:div>
        <w:div w:id="911889305">
          <w:marLeft w:val="0"/>
          <w:marRight w:val="0"/>
          <w:marTop w:val="0"/>
          <w:marBottom w:val="0"/>
          <w:divBdr>
            <w:top w:val="none" w:sz="0" w:space="0" w:color="auto"/>
            <w:left w:val="none" w:sz="0" w:space="0" w:color="auto"/>
            <w:bottom w:val="none" w:sz="0" w:space="0" w:color="auto"/>
            <w:right w:val="none" w:sz="0" w:space="0" w:color="auto"/>
          </w:divBdr>
        </w:div>
      </w:divsChild>
    </w:div>
    <w:div w:id="1577665753">
      <w:bodyDiv w:val="1"/>
      <w:marLeft w:val="0"/>
      <w:marRight w:val="0"/>
      <w:marTop w:val="0"/>
      <w:marBottom w:val="0"/>
      <w:divBdr>
        <w:top w:val="none" w:sz="0" w:space="0" w:color="auto"/>
        <w:left w:val="none" w:sz="0" w:space="0" w:color="auto"/>
        <w:bottom w:val="none" w:sz="0" w:space="0" w:color="auto"/>
        <w:right w:val="none" w:sz="0" w:space="0" w:color="auto"/>
      </w:divBdr>
    </w:div>
    <w:div w:id="1848522367">
      <w:bodyDiv w:val="1"/>
      <w:marLeft w:val="0"/>
      <w:marRight w:val="0"/>
      <w:marTop w:val="0"/>
      <w:marBottom w:val="0"/>
      <w:divBdr>
        <w:top w:val="none" w:sz="0" w:space="0" w:color="auto"/>
        <w:left w:val="none" w:sz="0" w:space="0" w:color="auto"/>
        <w:bottom w:val="none" w:sz="0" w:space="0" w:color="auto"/>
        <w:right w:val="none" w:sz="0" w:space="0" w:color="auto"/>
      </w:divBdr>
    </w:div>
    <w:div w:id="1966764150">
      <w:bodyDiv w:val="1"/>
      <w:marLeft w:val="0"/>
      <w:marRight w:val="0"/>
      <w:marTop w:val="0"/>
      <w:marBottom w:val="0"/>
      <w:divBdr>
        <w:top w:val="none" w:sz="0" w:space="0" w:color="auto"/>
        <w:left w:val="none" w:sz="0" w:space="0" w:color="auto"/>
        <w:bottom w:val="none" w:sz="0" w:space="0" w:color="auto"/>
        <w:right w:val="none" w:sz="0" w:space="0" w:color="auto"/>
      </w:divBdr>
    </w:div>
    <w:div w:id="210949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aintau\Documents\Mod&#232;les%20Office%20personnalis&#233;s\COURRIER%20TYPE%20PRESIDENCE%202020.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7182E-06A1-4E1B-B7C4-E4EA180B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COURRIER TYPE PRESIDENCE 2020.dotx</Template>
  <TotalTime>22</TotalTime>
  <Pages>1</Pages>
  <Words>169</Words>
  <Characters>965</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Dina Saint-aurez</dc:creator>
  <cp:lastModifiedBy>Emmanuel Biabiany</cp:lastModifiedBy>
  <cp:revision>9</cp:revision>
  <cp:lastPrinted>2024-07-02T14:39:00Z</cp:lastPrinted>
  <dcterms:created xsi:type="dcterms:W3CDTF">2025-06-16T14:32:00Z</dcterms:created>
  <dcterms:modified xsi:type="dcterms:W3CDTF">2025-07-04T18:54:00Z</dcterms:modified>
</cp:coreProperties>
</file>